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F871B" w14:textId="77E0C3D1" w:rsidR="001E5FE9" w:rsidRPr="00AD0086" w:rsidRDefault="001E5FE9" w:rsidP="004A5B85">
      <w:pPr>
        <w:rPr>
          <w:lang w:val="en-US"/>
        </w:rPr>
      </w:pPr>
      <w:bookmarkStart w:id="0" w:name="_Hlk54958464"/>
      <w:bookmarkStart w:id="1" w:name="_Hlk54958101"/>
      <w:bookmarkStart w:id="2" w:name="_GoBack"/>
      <w:r>
        <w:rPr>
          <w:noProof/>
          <w:lang w:val="en-GB" w:eastAsia="en-GB"/>
        </w:rPr>
        <w:drawing>
          <wp:inline distT="0" distB="0" distL="0" distR="0" wp14:anchorId="017F61D7" wp14:editId="547C868E">
            <wp:extent cx="885825" cy="885825"/>
            <wp:effectExtent l="0" t="0" r="9525" b="9525"/>
            <wp:docPr id="10" name="Boverkets logoty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overkets logoty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200" cy="8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  <w:r w:rsidRPr="00AD0086">
        <w:rPr>
          <w:lang w:val="en-US"/>
        </w:rPr>
        <w:br w:type="page"/>
      </w:r>
      <w:sdt>
        <w:sdtPr>
          <w:rPr>
            <w:lang w:val="en-US"/>
          </w:rPr>
          <w:alias w:val="Title"/>
          <w:tag w:val=""/>
          <w:id w:val="-978532581"/>
          <w:lock w:val="sdtLocked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A5B85">
            <w:rPr>
              <w:lang w:val="en-US"/>
            </w:rPr>
            <w:t>Lost column break</w:t>
          </w:r>
        </w:sdtContent>
      </w:sdt>
    </w:p>
    <w:bookmarkEnd w:id="0"/>
    <w:bookmarkEnd w:id="1"/>
    <w:p w14:paraId="6578FC30" w14:textId="7E732E0D" w:rsidR="001E5FE9" w:rsidRPr="001C4536" w:rsidRDefault="001E5FE9" w:rsidP="004A5B85"/>
    <w:sectPr w:rsidR="001E5FE9" w:rsidRPr="001C4536" w:rsidSect="003C57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8392" w:h="5954" w:orient="landscape" w:code="70"/>
      <w:pgMar w:top="1080" w:right="1440" w:bottom="1080" w:left="1440" w:header="568" w:footer="254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4C30C" w14:textId="77777777" w:rsidR="007449BC" w:rsidRDefault="007449BC" w:rsidP="008470C5">
      <w:r>
        <w:separator/>
      </w:r>
    </w:p>
    <w:p w14:paraId="566BA343" w14:textId="77777777" w:rsidR="007449BC" w:rsidRDefault="007449BC"/>
  </w:endnote>
  <w:endnote w:type="continuationSeparator" w:id="0">
    <w:p w14:paraId="4772813F" w14:textId="77777777" w:rsidR="007449BC" w:rsidRDefault="007449BC" w:rsidP="008470C5">
      <w:r>
        <w:continuationSeparator/>
      </w:r>
    </w:p>
    <w:p w14:paraId="0ED516A5" w14:textId="77777777" w:rsidR="007449BC" w:rsidRDefault="007449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4A6A0" w14:textId="77777777" w:rsidR="00014701" w:rsidRDefault="000147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0732E" w14:textId="77777777" w:rsidR="00014701" w:rsidRDefault="000147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31862" w14:textId="77777777" w:rsidR="00014701" w:rsidRDefault="000147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480B8F" w14:textId="77777777" w:rsidR="007449BC" w:rsidRDefault="007449BC">
      <w:r>
        <w:separator/>
      </w:r>
    </w:p>
  </w:footnote>
  <w:footnote w:type="continuationSeparator" w:id="0">
    <w:p w14:paraId="565625D0" w14:textId="77777777" w:rsidR="007449BC" w:rsidRDefault="007449BC" w:rsidP="008470C5">
      <w:r>
        <w:continuationSeparator/>
      </w:r>
    </w:p>
    <w:p w14:paraId="41F58803" w14:textId="77777777" w:rsidR="007449BC" w:rsidRDefault="007449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B8C1C" w14:textId="77777777" w:rsidR="00014701" w:rsidRDefault="000147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491802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11E5EDA" w14:textId="1C7BF409" w:rsidR="004A5B85" w:rsidRDefault="004A5B8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74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1B7331" w14:textId="31F07752" w:rsidR="007449BC" w:rsidRDefault="007449BC" w:rsidP="00872DFE">
    <w:pPr>
      <w:pStyle w:val="Header"/>
      <w:ind w:right="-24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5AB86" w14:textId="6A0C5BFC" w:rsidR="007449BC" w:rsidRDefault="007449BC" w:rsidP="007449BC">
    <w:pPr>
      <w:pStyle w:val="Header"/>
    </w:pP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 xml:space="preserve"> (</w:t>
    </w:r>
    <w:r w:rsidR="005E7490">
      <w:fldChar w:fldCharType="begin"/>
    </w:r>
    <w:r w:rsidR="005E7490">
      <w:instrText xml:space="preserve"> NUMPAGES  \* Arabic  \* MERGEFORMAT </w:instrText>
    </w:r>
    <w:r w:rsidR="005E7490">
      <w:fldChar w:fldCharType="separate"/>
    </w:r>
    <w:r>
      <w:t>1</w:t>
    </w:r>
    <w:r w:rsidR="005E7490">
      <w:fldChar w:fldCharType="end"/>
    </w:r>
    <w:r>
      <w:t>)</w:t>
    </w:r>
  </w:p>
  <w:p w14:paraId="66820486" w14:textId="77777777" w:rsidR="007449BC" w:rsidRDefault="007449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664A83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3BCA44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036E54"/>
    <w:multiLevelType w:val="multilevel"/>
    <w:tmpl w:val="E71CBF4E"/>
    <w:numStyleLink w:val="NumreradListaBoverket"/>
  </w:abstractNum>
  <w:abstractNum w:abstractNumId="3">
    <w:nsid w:val="10D9776F"/>
    <w:multiLevelType w:val="hybridMultilevel"/>
    <w:tmpl w:val="603AEDF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B4428"/>
    <w:multiLevelType w:val="multilevel"/>
    <w:tmpl w:val="9F445B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/>
      </w:rPr>
    </w:lvl>
    <w:lvl w:ilvl="1">
      <w:start w:val="1"/>
      <w:numFmt w:val="bullet"/>
      <w:lvlText w:val="o"/>
      <w:lvlJc w:val="left"/>
      <w:pPr>
        <w:ind w:left="1435" w:hanging="358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55" w:hanging="358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5" w:hanging="35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18EB1246"/>
    <w:multiLevelType w:val="multilevel"/>
    <w:tmpl w:val="71ECF5F4"/>
    <w:name w:val="Boverket Strecklista"/>
    <w:numStyleLink w:val="PunktlistaBoverket"/>
  </w:abstractNum>
  <w:abstractNum w:abstractNumId="6">
    <w:nsid w:val="1F9D1110"/>
    <w:multiLevelType w:val="multilevel"/>
    <w:tmpl w:val="E71CBF4E"/>
    <w:numStyleLink w:val="NumreradListaBoverket"/>
  </w:abstractNum>
  <w:abstractNum w:abstractNumId="7">
    <w:nsid w:val="253C32AB"/>
    <w:multiLevelType w:val="multilevel"/>
    <w:tmpl w:val="E71CBF4E"/>
    <w:numStyleLink w:val="NumreradListaBoverket"/>
  </w:abstractNum>
  <w:abstractNum w:abstractNumId="8">
    <w:nsid w:val="25706B32"/>
    <w:multiLevelType w:val="multilevel"/>
    <w:tmpl w:val="E71CBF4E"/>
    <w:styleLink w:val="NumreradListaBoverket"/>
    <w:lvl w:ilvl="0">
      <w:start w:val="1"/>
      <w:numFmt w:val="decimal"/>
      <w:lvlText w:val="%1."/>
      <w:lvlJc w:val="left"/>
      <w:pPr>
        <w:ind w:left="369" w:hanging="369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07" w:hanging="36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76" w:hanging="369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45" w:hanging="369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214" w:hanging="36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83" w:hanging="36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952" w:hanging="369"/>
      </w:pPr>
      <w:rPr>
        <w:rFonts w:hint="default"/>
      </w:rPr>
    </w:lvl>
    <w:lvl w:ilvl="8">
      <w:start w:val="1"/>
      <w:numFmt w:val="lowerRoman"/>
      <w:lvlText w:val="%9)"/>
      <w:lvlJc w:val="left"/>
      <w:pPr>
        <w:ind w:left="3321" w:hanging="369"/>
      </w:pPr>
      <w:rPr>
        <w:rFonts w:hint="default"/>
      </w:rPr>
    </w:lvl>
  </w:abstractNum>
  <w:abstractNum w:abstractNumId="9">
    <w:nsid w:val="2AB81ADD"/>
    <w:multiLevelType w:val="multilevel"/>
    <w:tmpl w:val="746CB626"/>
    <w:numStyleLink w:val="StrecklistaBoverket"/>
  </w:abstractNum>
  <w:abstractNum w:abstractNumId="10">
    <w:nsid w:val="2B2E4740"/>
    <w:multiLevelType w:val="multilevel"/>
    <w:tmpl w:val="71ECF5F4"/>
    <w:numStyleLink w:val="PunktlistaBoverket"/>
  </w:abstractNum>
  <w:abstractNum w:abstractNumId="11">
    <w:nsid w:val="2C0E4301"/>
    <w:multiLevelType w:val="hybridMultilevel"/>
    <w:tmpl w:val="96A48BF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331F5"/>
    <w:multiLevelType w:val="multilevel"/>
    <w:tmpl w:val="E71CBF4E"/>
    <w:numStyleLink w:val="NumreradListaBoverket"/>
  </w:abstractNum>
  <w:abstractNum w:abstractNumId="13">
    <w:nsid w:val="36EF2491"/>
    <w:multiLevelType w:val="multilevel"/>
    <w:tmpl w:val="746CB626"/>
    <w:name w:val="Boverket Strecklista"/>
    <w:styleLink w:val="StrecklistaBoverket"/>
    <w:lvl w:ilvl="0">
      <w:start w:val="1"/>
      <w:numFmt w:val="bullet"/>
      <w:lvlText w:val=""/>
      <w:lvlJc w:val="left"/>
      <w:pPr>
        <w:ind w:left="369" w:hanging="369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738" w:hanging="36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107" w:hanging="36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76" w:hanging="36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45" w:hanging="36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214" w:hanging="36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83" w:hanging="36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36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321" w:hanging="369"/>
      </w:pPr>
      <w:rPr>
        <w:rFonts w:ascii="Wingdings" w:hAnsi="Wingdings" w:hint="default"/>
      </w:rPr>
    </w:lvl>
  </w:abstractNum>
  <w:abstractNum w:abstractNumId="14">
    <w:nsid w:val="39EC4453"/>
    <w:multiLevelType w:val="hybridMultilevel"/>
    <w:tmpl w:val="1C5EA0A2"/>
    <w:lvl w:ilvl="0" w:tplc="FFF287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5A5253"/>
    <w:multiLevelType w:val="multilevel"/>
    <w:tmpl w:val="71ECF5F4"/>
    <w:styleLink w:val="PunktlistaBoverket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  <w:color w:val="808080"/>
      </w:rPr>
    </w:lvl>
    <w:lvl w:ilvl="1">
      <w:start w:val="1"/>
      <w:numFmt w:val="bullet"/>
      <w:lvlText w:val="o"/>
      <w:lvlJc w:val="left"/>
      <w:pPr>
        <w:ind w:left="738" w:hanging="36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107" w:hanging="36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76" w:hanging="36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45" w:hanging="36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214" w:hanging="36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83" w:hanging="36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36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321" w:hanging="369"/>
      </w:pPr>
      <w:rPr>
        <w:rFonts w:ascii="Wingdings" w:hAnsi="Wingdings" w:hint="default"/>
      </w:rPr>
    </w:lvl>
  </w:abstractNum>
  <w:abstractNum w:abstractNumId="16">
    <w:nsid w:val="426B483D"/>
    <w:multiLevelType w:val="multilevel"/>
    <w:tmpl w:val="E71CBF4E"/>
    <w:numStyleLink w:val="NumreradListaBoverket"/>
  </w:abstractNum>
  <w:abstractNum w:abstractNumId="17">
    <w:nsid w:val="44B235EB"/>
    <w:multiLevelType w:val="multilevel"/>
    <w:tmpl w:val="71ECF5F4"/>
    <w:numStyleLink w:val="PunktlistaBoverket"/>
  </w:abstractNum>
  <w:abstractNum w:abstractNumId="18">
    <w:nsid w:val="45D36FD3"/>
    <w:multiLevelType w:val="multilevel"/>
    <w:tmpl w:val="9F445B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/>
      </w:rPr>
    </w:lvl>
    <w:lvl w:ilvl="1">
      <w:start w:val="1"/>
      <w:numFmt w:val="bullet"/>
      <w:lvlText w:val="o"/>
      <w:lvlJc w:val="left"/>
      <w:pPr>
        <w:ind w:left="1435" w:hanging="358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55" w:hanging="358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5" w:hanging="35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>
    <w:nsid w:val="4708530A"/>
    <w:multiLevelType w:val="multilevel"/>
    <w:tmpl w:val="E71CBF4E"/>
    <w:numStyleLink w:val="NumreradListaBoverket"/>
  </w:abstractNum>
  <w:abstractNum w:abstractNumId="20">
    <w:nsid w:val="497F53F2"/>
    <w:multiLevelType w:val="multilevel"/>
    <w:tmpl w:val="9F445B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/>
      </w:rPr>
    </w:lvl>
    <w:lvl w:ilvl="1">
      <w:start w:val="1"/>
      <w:numFmt w:val="bullet"/>
      <w:lvlText w:val="o"/>
      <w:lvlJc w:val="left"/>
      <w:pPr>
        <w:ind w:left="1435" w:hanging="358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55" w:hanging="358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5" w:hanging="35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1">
    <w:nsid w:val="49DE7EA3"/>
    <w:multiLevelType w:val="multilevel"/>
    <w:tmpl w:val="9F445B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/>
      </w:rPr>
    </w:lvl>
    <w:lvl w:ilvl="1">
      <w:start w:val="1"/>
      <w:numFmt w:val="bullet"/>
      <w:lvlText w:val="o"/>
      <w:lvlJc w:val="left"/>
      <w:pPr>
        <w:ind w:left="1435" w:hanging="358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55" w:hanging="358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5" w:hanging="35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>
    <w:nsid w:val="4E927DC3"/>
    <w:multiLevelType w:val="multilevel"/>
    <w:tmpl w:val="71ECF5F4"/>
    <w:numStyleLink w:val="PunktlistaBoverket"/>
  </w:abstractNum>
  <w:abstractNum w:abstractNumId="23">
    <w:nsid w:val="4EA55E5E"/>
    <w:multiLevelType w:val="hybridMultilevel"/>
    <w:tmpl w:val="D738FEB6"/>
    <w:lvl w:ilvl="0" w:tplc="103E8828">
      <w:start w:val="1"/>
      <w:numFmt w:val="decimal"/>
      <w:pStyle w:val="Rubrik1mednumm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F26713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1B30EF2"/>
    <w:multiLevelType w:val="multilevel"/>
    <w:tmpl w:val="3752A7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Rubrik2mednummer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A35B3C"/>
    <w:multiLevelType w:val="multilevel"/>
    <w:tmpl w:val="E71CBF4E"/>
    <w:numStyleLink w:val="NumreradListaBoverket"/>
  </w:abstractNum>
  <w:abstractNum w:abstractNumId="27">
    <w:nsid w:val="66784D56"/>
    <w:multiLevelType w:val="hybridMultilevel"/>
    <w:tmpl w:val="2570B790"/>
    <w:lvl w:ilvl="0" w:tplc="ABAA24A2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65551"/>
    <w:multiLevelType w:val="multilevel"/>
    <w:tmpl w:val="7944BE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Rubrik3mednumm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9727AE3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29A613F"/>
    <w:multiLevelType w:val="multilevel"/>
    <w:tmpl w:val="3F0AE4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Rubrik4mednummer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4"/>
  </w:num>
  <w:num w:numId="8">
    <w:abstractNumId w:val="16"/>
  </w:num>
  <w:num w:numId="9">
    <w:abstractNumId w:val="18"/>
  </w:num>
  <w:num w:numId="10">
    <w:abstractNumId w:val="12"/>
  </w:num>
  <w:num w:numId="11">
    <w:abstractNumId w:val="7"/>
  </w:num>
  <w:num w:numId="12">
    <w:abstractNumId w:val="20"/>
  </w:num>
  <w:num w:numId="13">
    <w:abstractNumId w:val="19"/>
  </w:num>
  <w:num w:numId="14">
    <w:abstractNumId w:val="11"/>
  </w:num>
  <w:num w:numId="15">
    <w:abstractNumId w:val="5"/>
  </w:num>
  <w:num w:numId="16">
    <w:abstractNumId w:val="26"/>
  </w:num>
  <w:num w:numId="17">
    <w:abstractNumId w:val="21"/>
  </w:num>
  <w:num w:numId="18">
    <w:abstractNumId w:val="0"/>
  </w:num>
  <w:num w:numId="19">
    <w:abstractNumId w:val="13"/>
  </w:num>
  <w:num w:numId="20">
    <w:abstractNumId w:val="23"/>
  </w:num>
  <w:num w:numId="21">
    <w:abstractNumId w:val="27"/>
  </w:num>
  <w:num w:numId="22">
    <w:abstractNumId w:val="25"/>
  </w:num>
  <w:num w:numId="23">
    <w:abstractNumId w:val="28"/>
  </w:num>
  <w:num w:numId="24">
    <w:abstractNumId w:val="30"/>
  </w:num>
  <w:num w:numId="25">
    <w:abstractNumId w:val="29"/>
  </w:num>
  <w:num w:numId="26">
    <w:abstractNumId w:val="17"/>
  </w:num>
  <w:num w:numId="27">
    <w:abstractNumId w:val="24"/>
  </w:num>
  <w:num w:numId="28">
    <w:abstractNumId w:val="14"/>
  </w:num>
  <w:num w:numId="29">
    <w:abstractNumId w:val="2"/>
  </w:num>
  <w:num w:numId="30">
    <w:abstractNumId w:val="22"/>
  </w:num>
  <w:num w:numId="3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545"/>
    <w:rsid w:val="000022DA"/>
    <w:rsid w:val="000030CF"/>
    <w:rsid w:val="00004531"/>
    <w:rsid w:val="00005F5D"/>
    <w:rsid w:val="00007A5F"/>
    <w:rsid w:val="00012085"/>
    <w:rsid w:val="00012AB1"/>
    <w:rsid w:val="00014701"/>
    <w:rsid w:val="00015C32"/>
    <w:rsid w:val="000165CD"/>
    <w:rsid w:val="00017B20"/>
    <w:rsid w:val="00022E5C"/>
    <w:rsid w:val="0002415A"/>
    <w:rsid w:val="00026A23"/>
    <w:rsid w:val="000360BB"/>
    <w:rsid w:val="00041022"/>
    <w:rsid w:val="0004157B"/>
    <w:rsid w:val="00042514"/>
    <w:rsid w:val="00043CFF"/>
    <w:rsid w:val="00045350"/>
    <w:rsid w:val="0004574A"/>
    <w:rsid w:val="00045AA0"/>
    <w:rsid w:val="00052088"/>
    <w:rsid w:val="0005599F"/>
    <w:rsid w:val="00056059"/>
    <w:rsid w:val="00057A83"/>
    <w:rsid w:val="00057F40"/>
    <w:rsid w:val="000601F8"/>
    <w:rsid w:val="00061212"/>
    <w:rsid w:val="00061ABF"/>
    <w:rsid w:val="00063804"/>
    <w:rsid w:val="00065075"/>
    <w:rsid w:val="000704CC"/>
    <w:rsid w:val="000712EA"/>
    <w:rsid w:val="00071644"/>
    <w:rsid w:val="00071E8E"/>
    <w:rsid w:val="000722D6"/>
    <w:rsid w:val="00072B78"/>
    <w:rsid w:val="0008408C"/>
    <w:rsid w:val="00084BA2"/>
    <w:rsid w:val="0008538A"/>
    <w:rsid w:val="000855A8"/>
    <w:rsid w:val="00096155"/>
    <w:rsid w:val="0009660B"/>
    <w:rsid w:val="000A120E"/>
    <w:rsid w:val="000A4C41"/>
    <w:rsid w:val="000A5786"/>
    <w:rsid w:val="000A6CD4"/>
    <w:rsid w:val="000B0CE7"/>
    <w:rsid w:val="000B1A55"/>
    <w:rsid w:val="000B26B5"/>
    <w:rsid w:val="000B2EFA"/>
    <w:rsid w:val="000B3FE9"/>
    <w:rsid w:val="000B5297"/>
    <w:rsid w:val="000B5801"/>
    <w:rsid w:val="000B6A4D"/>
    <w:rsid w:val="000C175F"/>
    <w:rsid w:val="000C3E01"/>
    <w:rsid w:val="000C62CA"/>
    <w:rsid w:val="000C6D3C"/>
    <w:rsid w:val="000D03D3"/>
    <w:rsid w:val="000D1D2A"/>
    <w:rsid w:val="000D2AE2"/>
    <w:rsid w:val="000D3A9D"/>
    <w:rsid w:val="000D5AF1"/>
    <w:rsid w:val="000E0DE9"/>
    <w:rsid w:val="000E1622"/>
    <w:rsid w:val="000E27F1"/>
    <w:rsid w:val="000E410A"/>
    <w:rsid w:val="000E41B5"/>
    <w:rsid w:val="000E64EB"/>
    <w:rsid w:val="000E6562"/>
    <w:rsid w:val="000E65BF"/>
    <w:rsid w:val="000E7972"/>
    <w:rsid w:val="000E7CAF"/>
    <w:rsid w:val="000E7F14"/>
    <w:rsid w:val="000F2030"/>
    <w:rsid w:val="000F4268"/>
    <w:rsid w:val="000F7F71"/>
    <w:rsid w:val="00100D9A"/>
    <w:rsid w:val="00102714"/>
    <w:rsid w:val="00103340"/>
    <w:rsid w:val="0010544D"/>
    <w:rsid w:val="00105E33"/>
    <w:rsid w:val="00106DAC"/>
    <w:rsid w:val="00111E92"/>
    <w:rsid w:val="00112F29"/>
    <w:rsid w:val="00116BF2"/>
    <w:rsid w:val="00117FF8"/>
    <w:rsid w:val="00120443"/>
    <w:rsid w:val="00120997"/>
    <w:rsid w:val="00122BA8"/>
    <w:rsid w:val="00123889"/>
    <w:rsid w:val="00124CF3"/>
    <w:rsid w:val="00125E08"/>
    <w:rsid w:val="00127B8B"/>
    <w:rsid w:val="00127F37"/>
    <w:rsid w:val="00130869"/>
    <w:rsid w:val="0013293A"/>
    <w:rsid w:val="00135963"/>
    <w:rsid w:val="00136DFA"/>
    <w:rsid w:val="001373CB"/>
    <w:rsid w:val="00137778"/>
    <w:rsid w:val="001402CE"/>
    <w:rsid w:val="00143CEE"/>
    <w:rsid w:val="00143FC3"/>
    <w:rsid w:val="0014552E"/>
    <w:rsid w:val="001466CE"/>
    <w:rsid w:val="00150437"/>
    <w:rsid w:val="0015078E"/>
    <w:rsid w:val="0015152B"/>
    <w:rsid w:val="0015306C"/>
    <w:rsid w:val="001531CE"/>
    <w:rsid w:val="001533A0"/>
    <w:rsid w:val="00153C5A"/>
    <w:rsid w:val="00155AAC"/>
    <w:rsid w:val="001565C1"/>
    <w:rsid w:val="00160342"/>
    <w:rsid w:val="00161488"/>
    <w:rsid w:val="00161C48"/>
    <w:rsid w:val="001640B9"/>
    <w:rsid w:val="0016483C"/>
    <w:rsid w:val="00166CE9"/>
    <w:rsid w:val="00172BA4"/>
    <w:rsid w:val="00173648"/>
    <w:rsid w:val="001737CD"/>
    <w:rsid w:val="0017541B"/>
    <w:rsid w:val="00175E5F"/>
    <w:rsid w:val="001763B6"/>
    <w:rsid w:val="00180ECF"/>
    <w:rsid w:val="0018179F"/>
    <w:rsid w:val="00181F21"/>
    <w:rsid w:val="00182072"/>
    <w:rsid w:val="00184433"/>
    <w:rsid w:val="00184BA7"/>
    <w:rsid w:val="00184E3A"/>
    <w:rsid w:val="00196D85"/>
    <w:rsid w:val="00196F3B"/>
    <w:rsid w:val="001A273E"/>
    <w:rsid w:val="001B2CEB"/>
    <w:rsid w:val="001B3772"/>
    <w:rsid w:val="001B6FDD"/>
    <w:rsid w:val="001C1E3D"/>
    <w:rsid w:val="001C5109"/>
    <w:rsid w:val="001C560D"/>
    <w:rsid w:val="001C6B60"/>
    <w:rsid w:val="001C705F"/>
    <w:rsid w:val="001C7A7B"/>
    <w:rsid w:val="001D028F"/>
    <w:rsid w:val="001D2ECA"/>
    <w:rsid w:val="001D30A8"/>
    <w:rsid w:val="001D5649"/>
    <w:rsid w:val="001D5660"/>
    <w:rsid w:val="001D5703"/>
    <w:rsid w:val="001E04BC"/>
    <w:rsid w:val="001E0FD8"/>
    <w:rsid w:val="001E11A4"/>
    <w:rsid w:val="001E5FE9"/>
    <w:rsid w:val="001E794E"/>
    <w:rsid w:val="001F05E8"/>
    <w:rsid w:val="001F0EEC"/>
    <w:rsid w:val="0020374A"/>
    <w:rsid w:val="00207196"/>
    <w:rsid w:val="0021017F"/>
    <w:rsid w:val="002111F2"/>
    <w:rsid w:val="002113F6"/>
    <w:rsid w:val="00212995"/>
    <w:rsid w:val="0021355A"/>
    <w:rsid w:val="0021428C"/>
    <w:rsid w:val="002153AA"/>
    <w:rsid w:val="00215477"/>
    <w:rsid w:val="00215D36"/>
    <w:rsid w:val="00220640"/>
    <w:rsid w:val="00223E0E"/>
    <w:rsid w:val="00225B40"/>
    <w:rsid w:val="00226E78"/>
    <w:rsid w:val="00232B38"/>
    <w:rsid w:val="002330DF"/>
    <w:rsid w:val="002334D3"/>
    <w:rsid w:val="00234445"/>
    <w:rsid w:val="00234712"/>
    <w:rsid w:val="002348FB"/>
    <w:rsid w:val="00235466"/>
    <w:rsid w:val="002371D0"/>
    <w:rsid w:val="00237EF7"/>
    <w:rsid w:val="00242B79"/>
    <w:rsid w:val="00246925"/>
    <w:rsid w:val="0025704F"/>
    <w:rsid w:val="0025721B"/>
    <w:rsid w:val="00271CE8"/>
    <w:rsid w:val="0027213C"/>
    <w:rsid w:val="00272F8F"/>
    <w:rsid w:val="00273927"/>
    <w:rsid w:val="00275C8D"/>
    <w:rsid w:val="00276F98"/>
    <w:rsid w:val="0027704D"/>
    <w:rsid w:val="00282631"/>
    <w:rsid w:val="002826CA"/>
    <w:rsid w:val="0028628A"/>
    <w:rsid w:val="00293966"/>
    <w:rsid w:val="0029417B"/>
    <w:rsid w:val="002941BD"/>
    <w:rsid w:val="00295B25"/>
    <w:rsid w:val="002A0C1E"/>
    <w:rsid w:val="002A2059"/>
    <w:rsid w:val="002A20A0"/>
    <w:rsid w:val="002A6CF6"/>
    <w:rsid w:val="002A7B93"/>
    <w:rsid w:val="002B0E63"/>
    <w:rsid w:val="002C00F2"/>
    <w:rsid w:val="002C230B"/>
    <w:rsid w:val="002C2434"/>
    <w:rsid w:val="002C41BA"/>
    <w:rsid w:val="002C5FE6"/>
    <w:rsid w:val="002D0AFD"/>
    <w:rsid w:val="002D6475"/>
    <w:rsid w:val="002D6A69"/>
    <w:rsid w:val="002D732B"/>
    <w:rsid w:val="002D7CC2"/>
    <w:rsid w:val="002E1126"/>
    <w:rsid w:val="002E3142"/>
    <w:rsid w:val="002E5784"/>
    <w:rsid w:val="002F000E"/>
    <w:rsid w:val="002F3BDE"/>
    <w:rsid w:val="002F3E06"/>
    <w:rsid w:val="002F5EAC"/>
    <w:rsid w:val="002F7C78"/>
    <w:rsid w:val="0030039B"/>
    <w:rsid w:val="0030046F"/>
    <w:rsid w:val="003008A8"/>
    <w:rsid w:val="00300EBE"/>
    <w:rsid w:val="00301D5C"/>
    <w:rsid w:val="003050AC"/>
    <w:rsid w:val="00306C9B"/>
    <w:rsid w:val="00307405"/>
    <w:rsid w:val="00310AEB"/>
    <w:rsid w:val="00310BC5"/>
    <w:rsid w:val="00310FA3"/>
    <w:rsid w:val="00311248"/>
    <w:rsid w:val="0031219D"/>
    <w:rsid w:val="003132E2"/>
    <w:rsid w:val="00313791"/>
    <w:rsid w:val="00315276"/>
    <w:rsid w:val="003160E7"/>
    <w:rsid w:val="00317335"/>
    <w:rsid w:val="00320EA8"/>
    <w:rsid w:val="00320FE1"/>
    <w:rsid w:val="00322FC3"/>
    <w:rsid w:val="00323217"/>
    <w:rsid w:val="003257FB"/>
    <w:rsid w:val="00326011"/>
    <w:rsid w:val="003262F2"/>
    <w:rsid w:val="00326541"/>
    <w:rsid w:val="00332675"/>
    <w:rsid w:val="00332D0B"/>
    <w:rsid w:val="00334B8A"/>
    <w:rsid w:val="00335334"/>
    <w:rsid w:val="00336323"/>
    <w:rsid w:val="00336CB8"/>
    <w:rsid w:val="00336D54"/>
    <w:rsid w:val="00337521"/>
    <w:rsid w:val="003413D2"/>
    <w:rsid w:val="00342363"/>
    <w:rsid w:val="003454DD"/>
    <w:rsid w:val="00346963"/>
    <w:rsid w:val="003541E5"/>
    <w:rsid w:val="003556B2"/>
    <w:rsid w:val="00357139"/>
    <w:rsid w:val="00357E11"/>
    <w:rsid w:val="00361090"/>
    <w:rsid w:val="00362329"/>
    <w:rsid w:val="00362523"/>
    <w:rsid w:val="00363603"/>
    <w:rsid w:val="00363B88"/>
    <w:rsid w:val="00364DDC"/>
    <w:rsid w:val="003650EF"/>
    <w:rsid w:val="0036643C"/>
    <w:rsid w:val="0037296C"/>
    <w:rsid w:val="00373B9D"/>
    <w:rsid w:val="003770B1"/>
    <w:rsid w:val="003808B0"/>
    <w:rsid w:val="003834B9"/>
    <w:rsid w:val="00385FEE"/>
    <w:rsid w:val="0039066B"/>
    <w:rsid w:val="003931D0"/>
    <w:rsid w:val="00394C0C"/>
    <w:rsid w:val="003953EA"/>
    <w:rsid w:val="00397AF5"/>
    <w:rsid w:val="003A059F"/>
    <w:rsid w:val="003A0A8F"/>
    <w:rsid w:val="003A15B7"/>
    <w:rsid w:val="003A3E02"/>
    <w:rsid w:val="003A7239"/>
    <w:rsid w:val="003B2578"/>
    <w:rsid w:val="003C15B5"/>
    <w:rsid w:val="003C24B8"/>
    <w:rsid w:val="003C28EF"/>
    <w:rsid w:val="003C3FB5"/>
    <w:rsid w:val="003C579B"/>
    <w:rsid w:val="003C6339"/>
    <w:rsid w:val="003C64BB"/>
    <w:rsid w:val="003C741C"/>
    <w:rsid w:val="003D10A0"/>
    <w:rsid w:val="003D6E09"/>
    <w:rsid w:val="003D7A65"/>
    <w:rsid w:val="003E0B8B"/>
    <w:rsid w:val="003E468B"/>
    <w:rsid w:val="003E517F"/>
    <w:rsid w:val="003F152E"/>
    <w:rsid w:val="003F3B61"/>
    <w:rsid w:val="003F4240"/>
    <w:rsid w:val="003F4502"/>
    <w:rsid w:val="003F5CB1"/>
    <w:rsid w:val="003F6C64"/>
    <w:rsid w:val="00400A09"/>
    <w:rsid w:val="0040216F"/>
    <w:rsid w:val="00403E32"/>
    <w:rsid w:val="00405433"/>
    <w:rsid w:val="0040589E"/>
    <w:rsid w:val="00406C55"/>
    <w:rsid w:val="00410CA1"/>
    <w:rsid w:val="00410EF7"/>
    <w:rsid w:val="004115E5"/>
    <w:rsid w:val="00411FAF"/>
    <w:rsid w:val="00412726"/>
    <w:rsid w:val="00417E0A"/>
    <w:rsid w:val="00421DB6"/>
    <w:rsid w:val="004221FD"/>
    <w:rsid w:val="00424D2E"/>
    <w:rsid w:val="004267FE"/>
    <w:rsid w:val="004315BB"/>
    <w:rsid w:val="00431EE6"/>
    <w:rsid w:val="00431F86"/>
    <w:rsid w:val="0043278C"/>
    <w:rsid w:val="00433503"/>
    <w:rsid w:val="0043577F"/>
    <w:rsid w:val="00436957"/>
    <w:rsid w:val="00436E72"/>
    <w:rsid w:val="00437FF9"/>
    <w:rsid w:val="004407A5"/>
    <w:rsid w:val="00440E62"/>
    <w:rsid w:val="00441039"/>
    <w:rsid w:val="004410C1"/>
    <w:rsid w:val="004420F0"/>
    <w:rsid w:val="004423FE"/>
    <w:rsid w:val="004432E1"/>
    <w:rsid w:val="00444A61"/>
    <w:rsid w:val="00444A65"/>
    <w:rsid w:val="0044562E"/>
    <w:rsid w:val="004464DD"/>
    <w:rsid w:val="004473BD"/>
    <w:rsid w:val="004502DA"/>
    <w:rsid w:val="00455BF7"/>
    <w:rsid w:val="004563B6"/>
    <w:rsid w:val="00456994"/>
    <w:rsid w:val="00456E8B"/>
    <w:rsid w:val="004614A0"/>
    <w:rsid w:val="00461977"/>
    <w:rsid w:val="00464B01"/>
    <w:rsid w:val="00467879"/>
    <w:rsid w:val="0047322D"/>
    <w:rsid w:val="00473E3F"/>
    <w:rsid w:val="00477414"/>
    <w:rsid w:val="0047792E"/>
    <w:rsid w:val="00477DAB"/>
    <w:rsid w:val="004815C0"/>
    <w:rsid w:val="00483C9A"/>
    <w:rsid w:val="00485048"/>
    <w:rsid w:val="00486F12"/>
    <w:rsid w:val="00490940"/>
    <w:rsid w:val="004948B1"/>
    <w:rsid w:val="004963A6"/>
    <w:rsid w:val="004A04CD"/>
    <w:rsid w:val="004A1B7E"/>
    <w:rsid w:val="004A2460"/>
    <w:rsid w:val="004A4461"/>
    <w:rsid w:val="004A543A"/>
    <w:rsid w:val="004A5B85"/>
    <w:rsid w:val="004A6E24"/>
    <w:rsid w:val="004A7831"/>
    <w:rsid w:val="004B13FC"/>
    <w:rsid w:val="004C0CF7"/>
    <w:rsid w:val="004C0DC7"/>
    <w:rsid w:val="004C2C08"/>
    <w:rsid w:val="004C2EDC"/>
    <w:rsid w:val="004C4866"/>
    <w:rsid w:val="004D0FE2"/>
    <w:rsid w:val="004D2FA4"/>
    <w:rsid w:val="004D3905"/>
    <w:rsid w:val="004E21D5"/>
    <w:rsid w:val="004E2CD8"/>
    <w:rsid w:val="004E2E93"/>
    <w:rsid w:val="004E4F49"/>
    <w:rsid w:val="004E6058"/>
    <w:rsid w:val="004F0F1C"/>
    <w:rsid w:val="004F2917"/>
    <w:rsid w:val="004F4A70"/>
    <w:rsid w:val="004F5156"/>
    <w:rsid w:val="004F6400"/>
    <w:rsid w:val="004F6587"/>
    <w:rsid w:val="00500C98"/>
    <w:rsid w:val="00502FC5"/>
    <w:rsid w:val="005035BB"/>
    <w:rsid w:val="0050369B"/>
    <w:rsid w:val="005047F0"/>
    <w:rsid w:val="00504C04"/>
    <w:rsid w:val="00505546"/>
    <w:rsid w:val="0050652C"/>
    <w:rsid w:val="005074AB"/>
    <w:rsid w:val="00510E4A"/>
    <w:rsid w:val="00511441"/>
    <w:rsid w:val="00512B46"/>
    <w:rsid w:val="00513D06"/>
    <w:rsid w:val="00514EA4"/>
    <w:rsid w:val="00515187"/>
    <w:rsid w:val="00516D43"/>
    <w:rsid w:val="00521610"/>
    <w:rsid w:val="00527153"/>
    <w:rsid w:val="005273B3"/>
    <w:rsid w:val="00530CA1"/>
    <w:rsid w:val="005310A1"/>
    <w:rsid w:val="00531B30"/>
    <w:rsid w:val="00532D51"/>
    <w:rsid w:val="0053319F"/>
    <w:rsid w:val="0053377F"/>
    <w:rsid w:val="00533A7D"/>
    <w:rsid w:val="00533FD1"/>
    <w:rsid w:val="00540486"/>
    <w:rsid w:val="005416EC"/>
    <w:rsid w:val="005429A1"/>
    <w:rsid w:val="00543560"/>
    <w:rsid w:val="005438FC"/>
    <w:rsid w:val="00545929"/>
    <w:rsid w:val="00545B40"/>
    <w:rsid w:val="00546B7C"/>
    <w:rsid w:val="00546BB0"/>
    <w:rsid w:val="00552B41"/>
    <w:rsid w:val="00553B37"/>
    <w:rsid w:val="005543EA"/>
    <w:rsid w:val="005604D6"/>
    <w:rsid w:val="005606A0"/>
    <w:rsid w:val="00561BAC"/>
    <w:rsid w:val="00562546"/>
    <w:rsid w:val="005659EC"/>
    <w:rsid w:val="00566C91"/>
    <w:rsid w:val="005673AC"/>
    <w:rsid w:val="00567E3D"/>
    <w:rsid w:val="00567FB1"/>
    <w:rsid w:val="00570B92"/>
    <w:rsid w:val="00571178"/>
    <w:rsid w:val="0057222F"/>
    <w:rsid w:val="005747FC"/>
    <w:rsid w:val="005778A8"/>
    <w:rsid w:val="00581A18"/>
    <w:rsid w:val="005829E7"/>
    <w:rsid w:val="005831E1"/>
    <w:rsid w:val="00583D2C"/>
    <w:rsid w:val="00584614"/>
    <w:rsid w:val="0059027E"/>
    <w:rsid w:val="00590617"/>
    <w:rsid w:val="00594586"/>
    <w:rsid w:val="00595769"/>
    <w:rsid w:val="005A16DC"/>
    <w:rsid w:val="005A204E"/>
    <w:rsid w:val="005A3803"/>
    <w:rsid w:val="005A7332"/>
    <w:rsid w:val="005B03CB"/>
    <w:rsid w:val="005B5044"/>
    <w:rsid w:val="005B60CC"/>
    <w:rsid w:val="005C195C"/>
    <w:rsid w:val="005C4748"/>
    <w:rsid w:val="005C55FC"/>
    <w:rsid w:val="005C6F9A"/>
    <w:rsid w:val="005C7DD4"/>
    <w:rsid w:val="005D4303"/>
    <w:rsid w:val="005E03F8"/>
    <w:rsid w:val="005E0F97"/>
    <w:rsid w:val="005E11A6"/>
    <w:rsid w:val="005E39CE"/>
    <w:rsid w:val="005E7490"/>
    <w:rsid w:val="005E77E1"/>
    <w:rsid w:val="005F08C9"/>
    <w:rsid w:val="005F14C1"/>
    <w:rsid w:val="005F28BE"/>
    <w:rsid w:val="005F72AB"/>
    <w:rsid w:val="006040F9"/>
    <w:rsid w:val="00607571"/>
    <w:rsid w:val="00607C75"/>
    <w:rsid w:val="006100F5"/>
    <w:rsid w:val="00613536"/>
    <w:rsid w:val="00613D17"/>
    <w:rsid w:val="00614612"/>
    <w:rsid w:val="0061597A"/>
    <w:rsid w:val="0061744F"/>
    <w:rsid w:val="0061767E"/>
    <w:rsid w:val="00617DA2"/>
    <w:rsid w:val="00621E28"/>
    <w:rsid w:val="00624BD9"/>
    <w:rsid w:val="00625141"/>
    <w:rsid w:val="00625531"/>
    <w:rsid w:val="00626145"/>
    <w:rsid w:val="006272C1"/>
    <w:rsid w:val="006275E9"/>
    <w:rsid w:val="00630129"/>
    <w:rsid w:val="00631497"/>
    <w:rsid w:val="00632E8A"/>
    <w:rsid w:val="00633378"/>
    <w:rsid w:val="006350B4"/>
    <w:rsid w:val="00636309"/>
    <w:rsid w:val="006365B5"/>
    <w:rsid w:val="00644912"/>
    <w:rsid w:val="00650D9C"/>
    <w:rsid w:val="0065121E"/>
    <w:rsid w:val="0065330E"/>
    <w:rsid w:val="00657AD4"/>
    <w:rsid w:val="00660A40"/>
    <w:rsid w:val="0066358B"/>
    <w:rsid w:val="00663CC0"/>
    <w:rsid w:val="006660EE"/>
    <w:rsid w:val="0066699E"/>
    <w:rsid w:val="006674A7"/>
    <w:rsid w:val="00667EC7"/>
    <w:rsid w:val="00671CBA"/>
    <w:rsid w:val="00675531"/>
    <w:rsid w:val="00677514"/>
    <w:rsid w:val="00681452"/>
    <w:rsid w:val="00683B8E"/>
    <w:rsid w:val="0068415D"/>
    <w:rsid w:val="006849C8"/>
    <w:rsid w:val="00685885"/>
    <w:rsid w:val="00685BFF"/>
    <w:rsid w:val="006863F2"/>
    <w:rsid w:val="006875C1"/>
    <w:rsid w:val="00690ECC"/>
    <w:rsid w:val="00693A38"/>
    <w:rsid w:val="00693C4D"/>
    <w:rsid w:val="006945A4"/>
    <w:rsid w:val="006947F4"/>
    <w:rsid w:val="006A18AF"/>
    <w:rsid w:val="006A2247"/>
    <w:rsid w:val="006A40BD"/>
    <w:rsid w:val="006A5CA6"/>
    <w:rsid w:val="006B45CD"/>
    <w:rsid w:val="006B4703"/>
    <w:rsid w:val="006B5AD9"/>
    <w:rsid w:val="006B72B5"/>
    <w:rsid w:val="006B73EE"/>
    <w:rsid w:val="006B7F05"/>
    <w:rsid w:val="006C5F29"/>
    <w:rsid w:val="006C60EE"/>
    <w:rsid w:val="006D0497"/>
    <w:rsid w:val="006D1B81"/>
    <w:rsid w:val="006E00D4"/>
    <w:rsid w:val="006E32CD"/>
    <w:rsid w:val="006E392E"/>
    <w:rsid w:val="006E412A"/>
    <w:rsid w:val="006E6999"/>
    <w:rsid w:val="006E69B3"/>
    <w:rsid w:val="006F3D7A"/>
    <w:rsid w:val="006F41D4"/>
    <w:rsid w:val="006F45E3"/>
    <w:rsid w:val="006F51C8"/>
    <w:rsid w:val="00701360"/>
    <w:rsid w:val="007032F5"/>
    <w:rsid w:val="00703BDC"/>
    <w:rsid w:val="00704E70"/>
    <w:rsid w:val="00707257"/>
    <w:rsid w:val="00710FC3"/>
    <w:rsid w:val="00711A67"/>
    <w:rsid w:val="00712C5C"/>
    <w:rsid w:val="00712DE2"/>
    <w:rsid w:val="00716F3C"/>
    <w:rsid w:val="00717756"/>
    <w:rsid w:val="00724428"/>
    <w:rsid w:val="007251ED"/>
    <w:rsid w:val="00726E35"/>
    <w:rsid w:val="00731707"/>
    <w:rsid w:val="00735FE7"/>
    <w:rsid w:val="00737DBF"/>
    <w:rsid w:val="00742148"/>
    <w:rsid w:val="00743652"/>
    <w:rsid w:val="007449BC"/>
    <w:rsid w:val="00744BC2"/>
    <w:rsid w:val="00745C24"/>
    <w:rsid w:val="00745E4D"/>
    <w:rsid w:val="00755A8E"/>
    <w:rsid w:val="00755CD4"/>
    <w:rsid w:val="00756037"/>
    <w:rsid w:val="00757F25"/>
    <w:rsid w:val="007612D6"/>
    <w:rsid w:val="00762897"/>
    <w:rsid w:val="00762DBE"/>
    <w:rsid w:val="00762E4D"/>
    <w:rsid w:val="007653CD"/>
    <w:rsid w:val="00765B16"/>
    <w:rsid w:val="00771AA2"/>
    <w:rsid w:val="00771B2C"/>
    <w:rsid w:val="007735F5"/>
    <w:rsid w:val="00775D7A"/>
    <w:rsid w:val="00776186"/>
    <w:rsid w:val="00777B03"/>
    <w:rsid w:val="00780973"/>
    <w:rsid w:val="00781C98"/>
    <w:rsid w:val="007822C5"/>
    <w:rsid w:val="00783C00"/>
    <w:rsid w:val="00784FA8"/>
    <w:rsid w:val="0078693E"/>
    <w:rsid w:val="00787156"/>
    <w:rsid w:val="00787517"/>
    <w:rsid w:val="00793493"/>
    <w:rsid w:val="00793B51"/>
    <w:rsid w:val="00794C75"/>
    <w:rsid w:val="00797A33"/>
    <w:rsid w:val="007A2B20"/>
    <w:rsid w:val="007A37FB"/>
    <w:rsid w:val="007A4E14"/>
    <w:rsid w:val="007A6B94"/>
    <w:rsid w:val="007B2A6A"/>
    <w:rsid w:val="007B577B"/>
    <w:rsid w:val="007B588A"/>
    <w:rsid w:val="007C163C"/>
    <w:rsid w:val="007C285B"/>
    <w:rsid w:val="007C4C65"/>
    <w:rsid w:val="007C6B73"/>
    <w:rsid w:val="007C74B1"/>
    <w:rsid w:val="007D11AF"/>
    <w:rsid w:val="007D23B7"/>
    <w:rsid w:val="007D25C8"/>
    <w:rsid w:val="007D43C0"/>
    <w:rsid w:val="007D49E4"/>
    <w:rsid w:val="007D5742"/>
    <w:rsid w:val="007E020D"/>
    <w:rsid w:val="007E1B43"/>
    <w:rsid w:val="007E275B"/>
    <w:rsid w:val="007E2BB4"/>
    <w:rsid w:val="007E4622"/>
    <w:rsid w:val="007E5FE2"/>
    <w:rsid w:val="007E7819"/>
    <w:rsid w:val="007F0235"/>
    <w:rsid w:val="007F7316"/>
    <w:rsid w:val="008006FB"/>
    <w:rsid w:val="00802894"/>
    <w:rsid w:val="00802947"/>
    <w:rsid w:val="00803530"/>
    <w:rsid w:val="0080367B"/>
    <w:rsid w:val="008039A5"/>
    <w:rsid w:val="00804EDF"/>
    <w:rsid w:val="008055F5"/>
    <w:rsid w:val="00806470"/>
    <w:rsid w:val="00806DCC"/>
    <w:rsid w:val="00813972"/>
    <w:rsid w:val="00813D0E"/>
    <w:rsid w:val="00813E08"/>
    <w:rsid w:val="00815221"/>
    <w:rsid w:val="00815C8B"/>
    <w:rsid w:val="00816CB5"/>
    <w:rsid w:val="008171D6"/>
    <w:rsid w:val="00821B29"/>
    <w:rsid w:val="008258B7"/>
    <w:rsid w:val="00827545"/>
    <w:rsid w:val="0083291F"/>
    <w:rsid w:val="008333EF"/>
    <w:rsid w:val="00835324"/>
    <w:rsid w:val="00836933"/>
    <w:rsid w:val="00837319"/>
    <w:rsid w:val="008408D6"/>
    <w:rsid w:val="00842878"/>
    <w:rsid w:val="00845B93"/>
    <w:rsid w:val="008470C5"/>
    <w:rsid w:val="00847EBB"/>
    <w:rsid w:val="008512D3"/>
    <w:rsid w:val="00851DF3"/>
    <w:rsid w:val="00854BCA"/>
    <w:rsid w:val="00855972"/>
    <w:rsid w:val="008577CB"/>
    <w:rsid w:val="00860009"/>
    <w:rsid w:val="0086619D"/>
    <w:rsid w:val="008678F2"/>
    <w:rsid w:val="00867E19"/>
    <w:rsid w:val="00867F2D"/>
    <w:rsid w:val="00870168"/>
    <w:rsid w:val="0087028B"/>
    <w:rsid w:val="008719B0"/>
    <w:rsid w:val="00872DFE"/>
    <w:rsid w:val="00874C07"/>
    <w:rsid w:val="00877133"/>
    <w:rsid w:val="00880760"/>
    <w:rsid w:val="0088169A"/>
    <w:rsid w:val="0088245C"/>
    <w:rsid w:val="00886310"/>
    <w:rsid w:val="00890F0A"/>
    <w:rsid w:val="008A0C7E"/>
    <w:rsid w:val="008A0FBA"/>
    <w:rsid w:val="008A1FAE"/>
    <w:rsid w:val="008A51DA"/>
    <w:rsid w:val="008A64A7"/>
    <w:rsid w:val="008A6768"/>
    <w:rsid w:val="008B1090"/>
    <w:rsid w:val="008B219E"/>
    <w:rsid w:val="008B2691"/>
    <w:rsid w:val="008B4FE1"/>
    <w:rsid w:val="008B5A3A"/>
    <w:rsid w:val="008B7181"/>
    <w:rsid w:val="008C1F86"/>
    <w:rsid w:val="008C4442"/>
    <w:rsid w:val="008C5A77"/>
    <w:rsid w:val="008C6A8E"/>
    <w:rsid w:val="008D750B"/>
    <w:rsid w:val="008E0018"/>
    <w:rsid w:val="008E2695"/>
    <w:rsid w:val="008E342B"/>
    <w:rsid w:val="008E3F41"/>
    <w:rsid w:val="008E59AB"/>
    <w:rsid w:val="008F279D"/>
    <w:rsid w:val="008F3BF6"/>
    <w:rsid w:val="008F7542"/>
    <w:rsid w:val="0090215B"/>
    <w:rsid w:val="00902ED1"/>
    <w:rsid w:val="00906A2B"/>
    <w:rsid w:val="00907B16"/>
    <w:rsid w:val="00912EF7"/>
    <w:rsid w:val="0091356B"/>
    <w:rsid w:val="00920B8D"/>
    <w:rsid w:val="00921094"/>
    <w:rsid w:val="009213C0"/>
    <w:rsid w:val="00922D17"/>
    <w:rsid w:val="009247F9"/>
    <w:rsid w:val="0092675F"/>
    <w:rsid w:val="00926B0A"/>
    <w:rsid w:val="00927242"/>
    <w:rsid w:val="00927416"/>
    <w:rsid w:val="009315FC"/>
    <w:rsid w:val="00934CCD"/>
    <w:rsid w:val="00934FB4"/>
    <w:rsid w:val="009374F6"/>
    <w:rsid w:val="0093794E"/>
    <w:rsid w:val="0094365D"/>
    <w:rsid w:val="009437B5"/>
    <w:rsid w:val="00944CF6"/>
    <w:rsid w:val="0095086A"/>
    <w:rsid w:val="00953437"/>
    <w:rsid w:val="0095412B"/>
    <w:rsid w:val="00956842"/>
    <w:rsid w:val="009603B2"/>
    <w:rsid w:val="009616CD"/>
    <w:rsid w:val="00966131"/>
    <w:rsid w:val="009712F0"/>
    <w:rsid w:val="00971C31"/>
    <w:rsid w:val="00974498"/>
    <w:rsid w:val="009768BA"/>
    <w:rsid w:val="00976DDA"/>
    <w:rsid w:val="0098418C"/>
    <w:rsid w:val="00984857"/>
    <w:rsid w:val="009907C8"/>
    <w:rsid w:val="00991031"/>
    <w:rsid w:val="00992F70"/>
    <w:rsid w:val="00994A35"/>
    <w:rsid w:val="009A02C6"/>
    <w:rsid w:val="009A1DE4"/>
    <w:rsid w:val="009A5191"/>
    <w:rsid w:val="009A53E8"/>
    <w:rsid w:val="009A6E81"/>
    <w:rsid w:val="009B0612"/>
    <w:rsid w:val="009B2D78"/>
    <w:rsid w:val="009B2D9A"/>
    <w:rsid w:val="009B2E96"/>
    <w:rsid w:val="009B5C59"/>
    <w:rsid w:val="009B62A5"/>
    <w:rsid w:val="009B7D58"/>
    <w:rsid w:val="009C0BCA"/>
    <w:rsid w:val="009C1522"/>
    <w:rsid w:val="009C4993"/>
    <w:rsid w:val="009C5B1C"/>
    <w:rsid w:val="009D1E71"/>
    <w:rsid w:val="009D3E49"/>
    <w:rsid w:val="009D421F"/>
    <w:rsid w:val="009D58FB"/>
    <w:rsid w:val="009D61F0"/>
    <w:rsid w:val="009D7B73"/>
    <w:rsid w:val="009D7C7E"/>
    <w:rsid w:val="009E0EC2"/>
    <w:rsid w:val="009E2A05"/>
    <w:rsid w:val="009E74BC"/>
    <w:rsid w:val="009E771A"/>
    <w:rsid w:val="009E7F29"/>
    <w:rsid w:val="009F26C1"/>
    <w:rsid w:val="009F2CF4"/>
    <w:rsid w:val="009F3377"/>
    <w:rsid w:val="009F5086"/>
    <w:rsid w:val="009F5C4A"/>
    <w:rsid w:val="009F70ED"/>
    <w:rsid w:val="00A03567"/>
    <w:rsid w:val="00A07E67"/>
    <w:rsid w:val="00A13B4F"/>
    <w:rsid w:val="00A1457C"/>
    <w:rsid w:val="00A1651C"/>
    <w:rsid w:val="00A1655B"/>
    <w:rsid w:val="00A20814"/>
    <w:rsid w:val="00A2793A"/>
    <w:rsid w:val="00A302FF"/>
    <w:rsid w:val="00A31A7E"/>
    <w:rsid w:val="00A32FFF"/>
    <w:rsid w:val="00A3480D"/>
    <w:rsid w:val="00A36205"/>
    <w:rsid w:val="00A36421"/>
    <w:rsid w:val="00A36C36"/>
    <w:rsid w:val="00A36E4A"/>
    <w:rsid w:val="00A370A4"/>
    <w:rsid w:val="00A42903"/>
    <w:rsid w:val="00A45B64"/>
    <w:rsid w:val="00A53E9B"/>
    <w:rsid w:val="00A5442B"/>
    <w:rsid w:val="00A631C3"/>
    <w:rsid w:val="00A640C7"/>
    <w:rsid w:val="00A6464D"/>
    <w:rsid w:val="00A64A92"/>
    <w:rsid w:val="00A64C1F"/>
    <w:rsid w:val="00A70228"/>
    <w:rsid w:val="00A70462"/>
    <w:rsid w:val="00A71948"/>
    <w:rsid w:val="00A72B4C"/>
    <w:rsid w:val="00A77DA3"/>
    <w:rsid w:val="00A801C3"/>
    <w:rsid w:val="00A81EF8"/>
    <w:rsid w:val="00A826C5"/>
    <w:rsid w:val="00A90CD7"/>
    <w:rsid w:val="00A97AB3"/>
    <w:rsid w:val="00AA2BA7"/>
    <w:rsid w:val="00AA56A8"/>
    <w:rsid w:val="00AA6C1C"/>
    <w:rsid w:val="00AB046B"/>
    <w:rsid w:val="00AB04DB"/>
    <w:rsid w:val="00AB1239"/>
    <w:rsid w:val="00AB3AB3"/>
    <w:rsid w:val="00AB45D5"/>
    <w:rsid w:val="00AB4D18"/>
    <w:rsid w:val="00AB772F"/>
    <w:rsid w:val="00AC16C9"/>
    <w:rsid w:val="00AC2F20"/>
    <w:rsid w:val="00AC7B30"/>
    <w:rsid w:val="00AC7BD4"/>
    <w:rsid w:val="00AD0086"/>
    <w:rsid w:val="00AD20F7"/>
    <w:rsid w:val="00AD4DBF"/>
    <w:rsid w:val="00AD57E8"/>
    <w:rsid w:val="00AD618F"/>
    <w:rsid w:val="00AD626A"/>
    <w:rsid w:val="00AE1683"/>
    <w:rsid w:val="00AF3162"/>
    <w:rsid w:val="00AF577B"/>
    <w:rsid w:val="00B001E4"/>
    <w:rsid w:val="00B01B97"/>
    <w:rsid w:val="00B0252D"/>
    <w:rsid w:val="00B025C0"/>
    <w:rsid w:val="00B0474A"/>
    <w:rsid w:val="00B05D35"/>
    <w:rsid w:val="00B06BB9"/>
    <w:rsid w:val="00B075FB"/>
    <w:rsid w:val="00B10548"/>
    <w:rsid w:val="00B109A1"/>
    <w:rsid w:val="00B10E4A"/>
    <w:rsid w:val="00B12E9B"/>
    <w:rsid w:val="00B13D63"/>
    <w:rsid w:val="00B14C82"/>
    <w:rsid w:val="00B21B88"/>
    <w:rsid w:val="00B22CE0"/>
    <w:rsid w:val="00B27069"/>
    <w:rsid w:val="00B32E53"/>
    <w:rsid w:val="00B3702B"/>
    <w:rsid w:val="00B41047"/>
    <w:rsid w:val="00B4513A"/>
    <w:rsid w:val="00B522BB"/>
    <w:rsid w:val="00B57A26"/>
    <w:rsid w:val="00B639AB"/>
    <w:rsid w:val="00B6517B"/>
    <w:rsid w:val="00B67E4E"/>
    <w:rsid w:val="00B70B84"/>
    <w:rsid w:val="00B713AB"/>
    <w:rsid w:val="00B723D0"/>
    <w:rsid w:val="00B73FA9"/>
    <w:rsid w:val="00B75D24"/>
    <w:rsid w:val="00B76737"/>
    <w:rsid w:val="00B769B5"/>
    <w:rsid w:val="00B80C59"/>
    <w:rsid w:val="00B82EDF"/>
    <w:rsid w:val="00B8420C"/>
    <w:rsid w:val="00B86541"/>
    <w:rsid w:val="00B90373"/>
    <w:rsid w:val="00B924A3"/>
    <w:rsid w:val="00B939AB"/>
    <w:rsid w:val="00B93FE3"/>
    <w:rsid w:val="00B975D7"/>
    <w:rsid w:val="00B97AE4"/>
    <w:rsid w:val="00BA1013"/>
    <w:rsid w:val="00BA4439"/>
    <w:rsid w:val="00BA6B46"/>
    <w:rsid w:val="00BA7878"/>
    <w:rsid w:val="00BB021B"/>
    <w:rsid w:val="00BB0E42"/>
    <w:rsid w:val="00BB16AF"/>
    <w:rsid w:val="00BB1B31"/>
    <w:rsid w:val="00BB1D00"/>
    <w:rsid w:val="00BB2317"/>
    <w:rsid w:val="00BB261B"/>
    <w:rsid w:val="00BB411A"/>
    <w:rsid w:val="00BB530C"/>
    <w:rsid w:val="00BB78BA"/>
    <w:rsid w:val="00BC1373"/>
    <w:rsid w:val="00BC3899"/>
    <w:rsid w:val="00BC3CEB"/>
    <w:rsid w:val="00BC3D69"/>
    <w:rsid w:val="00BC57CC"/>
    <w:rsid w:val="00BC620F"/>
    <w:rsid w:val="00BD2236"/>
    <w:rsid w:val="00BD6C08"/>
    <w:rsid w:val="00BE5B10"/>
    <w:rsid w:val="00BE6DB9"/>
    <w:rsid w:val="00BE7ABB"/>
    <w:rsid w:val="00BF2185"/>
    <w:rsid w:val="00BF32F5"/>
    <w:rsid w:val="00BF5468"/>
    <w:rsid w:val="00BF7958"/>
    <w:rsid w:val="00C04E0A"/>
    <w:rsid w:val="00C1005C"/>
    <w:rsid w:val="00C10D62"/>
    <w:rsid w:val="00C11AA5"/>
    <w:rsid w:val="00C1387B"/>
    <w:rsid w:val="00C14980"/>
    <w:rsid w:val="00C162C3"/>
    <w:rsid w:val="00C16BAE"/>
    <w:rsid w:val="00C231DD"/>
    <w:rsid w:val="00C23978"/>
    <w:rsid w:val="00C2419D"/>
    <w:rsid w:val="00C24D41"/>
    <w:rsid w:val="00C259CE"/>
    <w:rsid w:val="00C26D2F"/>
    <w:rsid w:val="00C27BEF"/>
    <w:rsid w:val="00C30A0A"/>
    <w:rsid w:val="00C31328"/>
    <w:rsid w:val="00C342D2"/>
    <w:rsid w:val="00C36272"/>
    <w:rsid w:val="00C37015"/>
    <w:rsid w:val="00C37472"/>
    <w:rsid w:val="00C37FA5"/>
    <w:rsid w:val="00C436EE"/>
    <w:rsid w:val="00C45A54"/>
    <w:rsid w:val="00C477D4"/>
    <w:rsid w:val="00C47BC9"/>
    <w:rsid w:val="00C54120"/>
    <w:rsid w:val="00C556CA"/>
    <w:rsid w:val="00C55F3A"/>
    <w:rsid w:val="00C5710C"/>
    <w:rsid w:val="00C574A8"/>
    <w:rsid w:val="00C61644"/>
    <w:rsid w:val="00C63FDA"/>
    <w:rsid w:val="00C7117F"/>
    <w:rsid w:val="00C71368"/>
    <w:rsid w:val="00C71CA8"/>
    <w:rsid w:val="00C762C3"/>
    <w:rsid w:val="00C7785E"/>
    <w:rsid w:val="00C77B66"/>
    <w:rsid w:val="00C8369C"/>
    <w:rsid w:val="00C83C6D"/>
    <w:rsid w:val="00C845DB"/>
    <w:rsid w:val="00C855DE"/>
    <w:rsid w:val="00C8572B"/>
    <w:rsid w:val="00C85CD7"/>
    <w:rsid w:val="00C865E2"/>
    <w:rsid w:val="00C90AEF"/>
    <w:rsid w:val="00C915F6"/>
    <w:rsid w:val="00C9187E"/>
    <w:rsid w:val="00C9382C"/>
    <w:rsid w:val="00C95080"/>
    <w:rsid w:val="00C95239"/>
    <w:rsid w:val="00CA0421"/>
    <w:rsid w:val="00CA2567"/>
    <w:rsid w:val="00CA346B"/>
    <w:rsid w:val="00CA7B82"/>
    <w:rsid w:val="00CB2DC8"/>
    <w:rsid w:val="00CB36E5"/>
    <w:rsid w:val="00CB3704"/>
    <w:rsid w:val="00CB5988"/>
    <w:rsid w:val="00CB7283"/>
    <w:rsid w:val="00CC05AA"/>
    <w:rsid w:val="00CC1E44"/>
    <w:rsid w:val="00CC4571"/>
    <w:rsid w:val="00CC5BDD"/>
    <w:rsid w:val="00CC641E"/>
    <w:rsid w:val="00CC6750"/>
    <w:rsid w:val="00CC7B52"/>
    <w:rsid w:val="00CD05E6"/>
    <w:rsid w:val="00CD09AD"/>
    <w:rsid w:val="00CD0C5A"/>
    <w:rsid w:val="00CD1AC4"/>
    <w:rsid w:val="00CD45E5"/>
    <w:rsid w:val="00CE0127"/>
    <w:rsid w:val="00CE25EF"/>
    <w:rsid w:val="00CE35F2"/>
    <w:rsid w:val="00CE43F8"/>
    <w:rsid w:val="00CE507E"/>
    <w:rsid w:val="00CE6337"/>
    <w:rsid w:val="00CE71BD"/>
    <w:rsid w:val="00CE7D55"/>
    <w:rsid w:val="00CE7E48"/>
    <w:rsid w:val="00CF2536"/>
    <w:rsid w:val="00CF426F"/>
    <w:rsid w:val="00CF43C6"/>
    <w:rsid w:val="00CF59CC"/>
    <w:rsid w:val="00CF7160"/>
    <w:rsid w:val="00CF7FAF"/>
    <w:rsid w:val="00D0002B"/>
    <w:rsid w:val="00D00D50"/>
    <w:rsid w:val="00D00E52"/>
    <w:rsid w:val="00D03E96"/>
    <w:rsid w:val="00D044E1"/>
    <w:rsid w:val="00D05566"/>
    <w:rsid w:val="00D10CF0"/>
    <w:rsid w:val="00D115F6"/>
    <w:rsid w:val="00D12395"/>
    <w:rsid w:val="00D13E64"/>
    <w:rsid w:val="00D1453A"/>
    <w:rsid w:val="00D14BA6"/>
    <w:rsid w:val="00D15C3A"/>
    <w:rsid w:val="00D15F93"/>
    <w:rsid w:val="00D21786"/>
    <w:rsid w:val="00D23748"/>
    <w:rsid w:val="00D250B1"/>
    <w:rsid w:val="00D2535F"/>
    <w:rsid w:val="00D2552B"/>
    <w:rsid w:val="00D27C43"/>
    <w:rsid w:val="00D3056E"/>
    <w:rsid w:val="00D321A0"/>
    <w:rsid w:val="00D323D9"/>
    <w:rsid w:val="00D343A9"/>
    <w:rsid w:val="00D3575F"/>
    <w:rsid w:val="00D40B0B"/>
    <w:rsid w:val="00D40B75"/>
    <w:rsid w:val="00D42488"/>
    <w:rsid w:val="00D518AC"/>
    <w:rsid w:val="00D53264"/>
    <w:rsid w:val="00D5780A"/>
    <w:rsid w:val="00D62523"/>
    <w:rsid w:val="00D634F2"/>
    <w:rsid w:val="00D63AEB"/>
    <w:rsid w:val="00D7153B"/>
    <w:rsid w:val="00D71A95"/>
    <w:rsid w:val="00D71AD4"/>
    <w:rsid w:val="00D732A2"/>
    <w:rsid w:val="00D77EA1"/>
    <w:rsid w:val="00D81026"/>
    <w:rsid w:val="00D817EF"/>
    <w:rsid w:val="00D87732"/>
    <w:rsid w:val="00D90E7F"/>
    <w:rsid w:val="00D93A99"/>
    <w:rsid w:val="00D93BF3"/>
    <w:rsid w:val="00D94AA6"/>
    <w:rsid w:val="00D97DB7"/>
    <w:rsid w:val="00D97F33"/>
    <w:rsid w:val="00DA1D42"/>
    <w:rsid w:val="00DA208D"/>
    <w:rsid w:val="00DA2667"/>
    <w:rsid w:val="00DA52F7"/>
    <w:rsid w:val="00DA63F0"/>
    <w:rsid w:val="00DA7A35"/>
    <w:rsid w:val="00DB05F9"/>
    <w:rsid w:val="00DB211B"/>
    <w:rsid w:val="00DB2C4D"/>
    <w:rsid w:val="00DB65A3"/>
    <w:rsid w:val="00DB7716"/>
    <w:rsid w:val="00DC0CB4"/>
    <w:rsid w:val="00DC1087"/>
    <w:rsid w:val="00DC17F8"/>
    <w:rsid w:val="00DD1833"/>
    <w:rsid w:val="00DD4EAB"/>
    <w:rsid w:val="00DD4EB2"/>
    <w:rsid w:val="00DD6611"/>
    <w:rsid w:val="00DD6D00"/>
    <w:rsid w:val="00DD6EC2"/>
    <w:rsid w:val="00DD6F3A"/>
    <w:rsid w:val="00DD710A"/>
    <w:rsid w:val="00DE11B2"/>
    <w:rsid w:val="00DE4DE0"/>
    <w:rsid w:val="00DE711B"/>
    <w:rsid w:val="00DE71C7"/>
    <w:rsid w:val="00DE75C9"/>
    <w:rsid w:val="00DF290F"/>
    <w:rsid w:val="00DF2B04"/>
    <w:rsid w:val="00DF2F88"/>
    <w:rsid w:val="00DF6083"/>
    <w:rsid w:val="00DF6925"/>
    <w:rsid w:val="00E007F0"/>
    <w:rsid w:val="00E00BF0"/>
    <w:rsid w:val="00E00FB3"/>
    <w:rsid w:val="00E02280"/>
    <w:rsid w:val="00E028F4"/>
    <w:rsid w:val="00E052FC"/>
    <w:rsid w:val="00E05710"/>
    <w:rsid w:val="00E11C67"/>
    <w:rsid w:val="00E1235F"/>
    <w:rsid w:val="00E1468E"/>
    <w:rsid w:val="00E163A8"/>
    <w:rsid w:val="00E1663C"/>
    <w:rsid w:val="00E171A3"/>
    <w:rsid w:val="00E213A8"/>
    <w:rsid w:val="00E213AE"/>
    <w:rsid w:val="00E22911"/>
    <w:rsid w:val="00E259C1"/>
    <w:rsid w:val="00E25D7F"/>
    <w:rsid w:val="00E2655F"/>
    <w:rsid w:val="00E30BCE"/>
    <w:rsid w:val="00E30BFB"/>
    <w:rsid w:val="00E329E5"/>
    <w:rsid w:val="00E33865"/>
    <w:rsid w:val="00E3413C"/>
    <w:rsid w:val="00E355FD"/>
    <w:rsid w:val="00E35E97"/>
    <w:rsid w:val="00E37B9F"/>
    <w:rsid w:val="00E418D4"/>
    <w:rsid w:val="00E43223"/>
    <w:rsid w:val="00E44379"/>
    <w:rsid w:val="00E4688B"/>
    <w:rsid w:val="00E50450"/>
    <w:rsid w:val="00E54DF3"/>
    <w:rsid w:val="00E56A24"/>
    <w:rsid w:val="00E61F0E"/>
    <w:rsid w:val="00E6372F"/>
    <w:rsid w:val="00E658B0"/>
    <w:rsid w:val="00E70EF0"/>
    <w:rsid w:val="00E74083"/>
    <w:rsid w:val="00E75CF1"/>
    <w:rsid w:val="00E762D4"/>
    <w:rsid w:val="00E76EBB"/>
    <w:rsid w:val="00E83514"/>
    <w:rsid w:val="00E83CD9"/>
    <w:rsid w:val="00E83DCB"/>
    <w:rsid w:val="00E852B8"/>
    <w:rsid w:val="00E85FB0"/>
    <w:rsid w:val="00E875E0"/>
    <w:rsid w:val="00E87C55"/>
    <w:rsid w:val="00E87D5E"/>
    <w:rsid w:val="00E900FB"/>
    <w:rsid w:val="00E93A8B"/>
    <w:rsid w:val="00E948C1"/>
    <w:rsid w:val="00E962AC"/>
    <w:rsid w:val="00E976F5"/>
    <w:rsid w:val="00E97827"/>
    <w:rsid w:val="00EA0D9C"/>
    <w:rsid w:val="00EA190C"/>
    <w:rsid w:val="00EA390D"/>
    <w:rsid w:val="00EA461E"/>
    <w:rsid w:val="00EA7242"/>
    <w:rsid w:val="00EA75C2"/>
    <w:rsid w:val="00EA7ECA"/>
    <w:rsid w:val="00EB0366"/>
    <w:rsid w:val="00EB05E2"/>
    <w:rsid w:val="00EB089E"/>
    <w:rsid w:val="00EB0AEA"/>
    <w:rsid w:val="00EB1407"/>
    <w:rsid w:val="00EB5DD7"/>
    <w:rsid w:val="00EB6AC9"/>
    <w:rsid w:val="00EB7A76"/>
    <w:rsid w:val="00EC31F7"/>
    <w:rsid w:val="00EC3427"/>
    <w:rsid w:val="00EC5175"/>
    <w:rsid w:val="00EC53A4"/>
    <w:rsid w:val="00ED1BFC"/>
    <w:rsid w:val="00ED47A5"/>
    <w:rsid w:val="00ED72B2"/>
    <w:rsid w:val="00ED76EF"/>
    <w:rsid w:val="00EE1371"/>
    <w:rsid w:val="00EE19B5"/>
    <w:rsid w:val="00EE1E34"/>
    <w:rsid w:val="00EE3187"/>
    <w:rsid w:val="00EE7BBF"/>
    <w:rsid w:val="00EF2A7E"/>
    <w:rsid w:val="00EF31B1"/>
    <w:rsid w:val="00EF43AB"/>
    <w:rsid w:val="00EF4780"/>
    <w:rsid w:val="00F02639"/>
    <w:rsid w:val="00F03781"/>
    <w:rsid w:val="00F05735"/>
    <w:rsid w:val="00F12BBB"/>
    <w:rsid w:val="00F134A9"/>
    <w:rsid w:val="00F152EC"/>
    <w:rsid w:val="00F15741"/>
    <w:rsid w:val="00F1582E"/>
    <w:rsid w:val="00F170EB"/>
    <w:rsid w:val="00F2024F"/>
    <w:rsid w:val="00F20734"/>
    <w:rsid w:val="00F2128C"/>
    <w:rsid w:val="00F22935"/>
    <w:rsid w:val="00F22DB2"/>
    <w:rsid w:val="00F23EA4"/>
    <w:rsid w:val="00F30816"/>
    <w:rsid w:val="00F3120C"/>
    <w:rsid w:val="00F31893"/>
    <w:rsid w:val="00F33674"/>
    <w:rsid w:val="00F37376"/>
    <w:rsid w:val="00F37680"/>
    <w:rsid w:val="00F4061A"/>
    <w:rsid w:val="00F419E3"/>
    <w:rsid w:val="00F43890"/>
    <w:rsid w:val="00F5078E"/>
    <w:rsid w:val="00F522F7"/>
    <w:rsid w:val="00F5322A"/>
    <w:rsid w:val="00F55356"/>
    <w:rsid w:val="00F56178"/>
    <w:rsid w:val="00F60E12"/>
    <w:rsid w:val="00F6170A"/>
    <w:rsid w:val="00F61DA0"/>
    <w:rsid w:val="00F66AC4"/>
    <w:rsid w:val="00F7066C"/>
    <w:rsid w:val="00F726B9"/>
    <w:rsid w:val="00F73300"/>
    <w:rsid w:val="00F76DAB"/>
    <w:rsid w:val="00F775BA"/>
    <w:rsid w:val="00F777FF"/>
    <w:rsid w:val="00F77889"/>
    <w:rsid w:val="00F83E1D"/>
    <w:rsid w:val="00F844A5"/>
    <w:rsid w:val="00F87795"/>
    <w:rsid w:val="00F903D9"/>
    <w:rsid w:val="00F9117B"/>
    <w:rsid w:val="00F92A5C"/>
    <w:rsid w:val="00F92AB6"/>
    <w:rsid w:val="00F93AF4"/>
    <w:rsid w:val="00F95E44"/>
    <w:rsid w:val="00FA19EF"/>
    <w:rsid w:val="00FA4C80"/>
    <w:rsid w:val="00FB17F9"/>
    <w:rsid w:val="00FB2F0C"/>
    <w:rsid w:val="00FB377D"/>
    <w:rsid w:val="00FB6814"/>
    <w:rsid w:val="00FC2518"/>
    <w:rsid w:val="00FC2BC1"/>
    <w:rsid w:val="00FC646C"/>
    <w:rsid w:val="00FD7ECD"/>
    <w:rsid w:val="00FE1195"/>
    <w:rsid w:val="00FE500F"/>
    <w:rsid w:val="00FF011D"/>
    <w:rsid w:val="00FF1B68"/>
    <w:rsid w:val="00F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7A7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7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5B60CC"/>
    <w:pPr>
      <w:spacing w:before="0" w:after="200"/>
    </w:pPr>
    <w:rPr>
      <w:rFonts w:ascii="Times New Roman" w:eastAsia="Times New Roman" w:hAnsi="Times New Roman" w:cs="Times New Roman"/>
      <w:lang w:eastAsia="sv-SE"/>
    </w:rPr>
  </w:style>
  <w:style w:type="paragraph" w:styleId="Heading1">
    <w:name w:val="heading 1"/>
    <w:basedOn w:val="Normal"/>
    <w:next w:val="Normal"/>
    <w:link w:val="Heading1Char"/>
    <w:uiPriority w:val="2"/>
    <w:qFormat/>
    <w:rsid w:val="005B60CC"/>
    <w:pPr>
      <w:suppressAutoHyphens/>
      <w:spacing w:after="360"/>
      <w:outlineLvl w:val="0"/>
    </w:pPr>
    <w:rPr>
      <w:rFonts w:ascii="Arial" w:eastAsiaTheme="majorEastAsia" w:hAnsi="Arial" w:cs="Arial"/>
      <w:sz w:val="28"/>
      <w:szCs w:val="48"/>
    </w:rPr>
  </w:style>
  <w:style w:type="paragraph" w:styleId="Heading2">
    <w:name w:val="heading 2"/>
    <w:basedOn w:val="sRubrik2"/>
    <w:next w:val="Normal"/>
    <w:link w:val="Heading2Char"/>
    <w:uiPriority w:val="2"/>
    <w:unhideWhenUsed/>
    <w:qFormat/>
    <w:rsid w:val="005B60CC"/>
    <w:pPr>
      <w:spacing w:before="360" w:after="40" w:line="240" w:lineRule="auto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2"/>
    <w:qFormat/>
    <w:rsid w:val="005B60CC"/>
    <w:pPr>
      <w:keepNext/>
      <w:suppressAutoHyphens/>
      <w:spacing w:before="280" w:after="40"/>
      <w:outlineLvl w:val="2"/>
    </w:pPr>
    <w:rPr>
      <w:rFonts w:ascii="Arial" w:hAnsi="Arial"/>
      <w:b/>
      <w:sz w:val="20"/>
      <w:lang w:eastAsia="en-US"/>
    </w:rPr>
  </w:style>
  <w:style w:type="paragraph" w:styleId="Heading4">
    <w:name w:val="heading 4"/>
    <w:basedOn w:val="Normal"/>
    <w:next w:val="Normal"/>
    <w:link w:val="Heading4Char"/>
    <w:uiPriority w:val="2"/>
    <w:unhideWhenUsed/>
    <w:qFormat/>
    <w:rsid w:val="005B60CC"/>
    <w:pPr>
      <w:keepNext/>
      <w:keepLines/>
      <w:suppressAutoHyphens/>
      <w:spacing w:before="280" w:after="40"/>
      <w:outlineLvl w:val="3"/>
    </w:pPr>
    <w:rPr>
      <w:rFonts w:ascii="Arial" w:eastAsiaTheme="majorEastAsia" w:hAnsi="Arial" w:cstheme="majorBidi"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99"/>
    <w:rsid w:val="008470C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8470C5"/>
    <w:pPr>
      <w:spacing w:before="24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8470C5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2"/>
    <w:rsid w:val="005B60CC"/>
    <w:rPr>
      <w:rFonts w:ascii="Arial" w:eastAsia="Times New Roman" w:hAnsi="Arial" w:cs="Times New Roman"/>
      <w:b/>
      <w:sz w:val="20"/>
    </w:rPr>
  </w:style>
  <w:style w:type="paragraph" w:styleId="ListParagraph">
    <w:name w:val="List Paragraph"/>
    <w:basedOn w:val="Normal"/>
    <w:uiPriority w:val="34"/>
    <w:rsid w:val="006040F9"/>
    <w:pPr>
      <w:spacing w:before="120" w:after="1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01F8"/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1F8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3B8E"/>
    <w:pPr>
      <w:tabs>
        <w:tab w:val="right" w:pos="9923"/>
      </w:tabs>
      <w:spacing w:after="0"/>
      <w:ind w:right="-1134"/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83B8E"/>
    <w:rPr>
      <w:rFonts w:ascii="Times New Roman" w:hAnsi="Times New Roman"/>
      <w:szCs w:val="22"/>
    </w:rPr>
  </w:style>
  <w:style w:type="paragraph" w:styleId="Footer">
    <w:name w:val="footer"/>
    <w:basedOn w:val="Normal"/>
    <w:link w:val="FooterChar"/>
    <w:unhideWhenUsed/>
    <w:rsid w:val="00B723D0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16"/>
      <w:lang w:eastAsia="en-US"/>
    </w:rPr>
  </w:style>
  <w:style w:type="character" w:customStyle="1" w:styleId="FooterChar">
    <w:name w:val="Footer Char"/>
    <w:basedOn w:val="DefaultParagraphFont"/>
    <w:link w:val="Footer"/>
    <w:rsid w:val="00B723D0"/>
    <w:rPr>
      <w:rFonts w:ascii="Arial" w:hAnsi="Arial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4C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71CA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71CA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127B8B"/>
    <w:pPr>
      <w:spacing w:after="0" w:line="230" w:lineRule="exact"/>
    </w:pPr>
    <w:rPr>
      <w:rFonts w:eastAsiaTheme="minorHAnsi" w:cstheme="minorBidi"/>
      <w:sz w:val="18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27B8B"/>
    <w:rPr>
      <w:rFonts w:ascii="Times New Roman" w:hAnsi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7A76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43577F"/>
  </w:style>
  <w:style w:type="paragraph" w:styleId="NormalWeb">
    <w:name w:val="Normal (Web)"/>
    <w:basedOn w:val="Normal"/>
    <w:uiPriority w:val="99"/>
    <w:unhideWhenUsed/>
    <w:rsid w:val="00784FA8"/>
    <w:pPr>
      <w:spacing w:before="240"/>
    </w:pPr>
    <w:rPr>
      <w:rFonts w:eastAsiaTheme="minorHAnsi"/>
      <w:lang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5B60CC"/>
    <w:rPr>
      <w:rFonts w:ascii="Arial" w:eastAsia="Times New Roman" w:hAnsi="Arial" w:cs="Times New Roman"/>
      <w:szCs w:val="20"/>
      <w:lang w:eastAsia="sv-SE"/>
    </w:rPr>
  </w:style>
  <w:style w:type="character" w:customStyle="1" w:styleId="mandatory">
    <w:name w:val="mandatory"/>
    <w:basedOn w:val="DefaultParagraphFont"/>
    <w:rsid w:val="00DD6EC2"/>
  </w:style>
  <w:style w:type="character" w:styleId="Strong">
    <w:name w:val="Strong"/>
    <w:basedOn w:val="DefaultParagraphFont"/>
    <w:uiPriority w:val="22"/>
    <w:rsid w:val="00DD6EC2"/>
    <w:rPr>
      <w:b/>
      <w:bCs/>
    </w:rPr>
  </w:style>
  <w:style w:type="paragraph" w:customStyle="1" w:styleId="sBrdtextindrag">
    <w:name w:val="sBrödtext indrag"/>
    <w:basedOn w:val="Normal"/>
    <w:rsid w:val="00CD1AC4"/>
    <w:pPr>
      <w:spacing w:line="360" w:lineRule="auto"/>
      <w:ind w:firstLine="227"/>
    </w:pPr>
    <w:rPr>
      <w:szCs w:val="20"/>
    </w:rPr>
  </w:style>
  <w:style w:type="paragraph" w:customStyle="1" w:styleId="sRubrik1">
    <w:name w:val="sRubrik 1"/>
    <w:next w:val="Normal"/>
    <w:rsid w:val="008D750B"/>
    <w:pPr>
      <w:keepNext/>
      <w:pageBreakBefore/>
      <w:suppressAutoHyphens/>
      <w:spacing w:before="0" w:after="1820" w:line="520" w:lineRule="atLeast"/>
    </w:pPr>
    <w:rPr>
      <w:rFonts w:ascii="Arial" w:eastAsia="Times New Roman" w:hAnsi="Arial" w:cs="Times New Roman"/>
      <w:sz w:val="52"/>
      <w:szCs w:val="20"/>
      <w:lang w:eastAsia="sv-SE"/>
    </w:rPr>
  </w:style>
  <w:style w:type="paragraph" w:customStyle="1" w:styleId="sRubrik2">
    <w:name w:val="sRubrik 2"/>
    <w:basedOn w:val="sRubrik1"/>
    <w:next w:val="Normal"/>
    <w:rsid w:val="008D750B"/>
    <w:pPr>
      <w:pageBreakBefore w:val="0"/>
      <w:spacing w:before="780" w:after="0" w:line="390" w:lineRule="exact"/>
    </w:pPr>
    <w:rPr>
      <w:sz w:val="40"/>
    </w:rPr>
  </w:style>
  <w:style w:type="paragraph" w:customStyle="1" w:styleId="sBrdtext">
    <w:name w:val="sBrödtext"/>
    <w:link w:val="sBrdtextChar"/>
    <w:rsid w:val="00594586"/>
    <w:pPr>
      <w:spacing w:line="360" w:lineRule="auto"/>
    </w:pPr>
    <w:rPr>
      <w:rFonts w:ascii="Times New Roman" w:eastAsia="Times New Roman" w:hAnsi="Times New Roman" w:cs="Times New Roman"/>
      <w:szCs w:val="20"/>
      <w:lang w:eastAsia="sv-SE"/>
    </w:rPr>
  </w:style>
  <w:style w:type="character" w:customStyle="1" w:styleId="sBrdtextChar">
    <w:name w:val="sBrödtext Char"/>
    <w:link w:val="sBrdtext"/>
    <w:rsid w:val="00594586"/>
    <w:rPr>
      <w:rFonts w:ascii="Times New Roman" w:eastAsia="Times New Roman" w:hAnsi="Times New Roman" w:cs="Times New Roman"/>
      <w:szCs w:val="20"/>
      <w:lang w:eastAsia="sv-SE"/>
    </w:rPr>
  </w:style>
  <w:style w:type="character" w:customStyle="1" w:styleId="sUpphjd">
    <w:name w:val="sUpphöjd"/>
    <w:rsid w:val="00594586"/>
    <w:rPr>
      <w:vertAlign w:val="superscript"/>
    </w:rPr>
  </w:style>
  <w:style w:type="paragraph" w:customStyle="1" w:styleId="sLitteraturf">
    <w:name w:val="sLitteraturf."/>
    <w:basedOn w:val="sBrdtext"/>
    <w:rsid w:val="002371D0"/>
    <w:pPr>
      <w:spacing w:before="0"/>
      <w:ind w:left="284" w:hanging="284"/>
    </w:pPr>
  </w:style>
  <w:style w:type="character" w:customStyle="1" w:styleId="Heading4Char">
    <w:name w:val="Heading 4 Char"/>
    <w:basedOn w:val="DefaultParagraphFont"/>
    <w:link w:val="Heading4"/>
    <w:uiPriority w:val="2"/>
    <w:rsid w:val="005B60CC"/>
    <w:rPr>
      <w:rFonts w:ascii="Arial" w:eastAsiaTheme="majorEastAsia" w:hAnsi="Arial" w:cstheme="majorBidi"/>
      <w:iCs/>
      <w:sz w:val="20"/>
      <w:lang w:eastAsia="sv-SE"/>
    </w:rPr>
  </w:style>
  <w:style w:type="paragraph" w:styleId="TOC1">
    <w:name w:val="toc 1"/>
    <w:basedOn w:val="Normal"/>
    <w:next w:val="Normal"/>
    <w:autoRedefine/>
    <w:uiPriority w:val="39"/>
    <w:unhideWhenUsed/>
    <w:rsid w:val="009603B2"/>
    <w:pPr>
      <w:spacing w:before="100" w:after="0"/>
    </w:pPr>
    <w:rPr>
      <w:rFonts w:ascii="Arial" w:hAnsi="Arial"/>
      <w:noProof/>
    </w:rPr>
  </w:style>
  <w:style w:type="character" w:customStyle="1" w:styleId="Heading1Char">
    <w:name w:val="Heading 1 Char"/>
    <w:basedOn w:val="DefaultParagraphFont"/>
    <w:link w:val="Heading1"/>
    <w:uiPriority w:val="2"/>
    <w:rsid w:val="005B60CC"/>
    <w:rPr>
      <w:rFonts w:ascii="Arial" w:eastAsiaTheme="majorEastAsia" w:hAnsi="Arial" w:cs="Arial"/>
      <w:sz w:val="28"/>
      <w:szCs w:val="48"/>
      <w:lang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14A0"/>
    <w:rPr>
      <w:rFonts w:ascii="Times New Roman" w:eastAsia="Times New Roman" w:hAnsi="Times New Roman" w:cs="Times New Roman"/>
      <w:b/>
      <w:bCs/>
      <w:sz w:val="20"/>
      <w:szCs w:val="20"/>
      <w:lang w:eastAsia="sv-SE"/>
    </w:rPr>
  </w:style>
  <w:style w:type="paragraph" w:styleId="Revision">
    <w:name w:val="Revision"/>
    <w:hidden/>
    <w:uiPriority w:val="99"/>
    <w:semiHidden/>
    <w:rsid w:val="009437B5"/>
    <w:pPr>
      <w:spacing w:before="0"/>
    </w:pPr>
    <w:rPr>
      <w:rFonts w:ascii="Times New Roman" w:eastAsia="Times New Roman" w:hAnsi="Times New Roman" w:cs="Times New Roman"/>
      <w:lang w:eastAsia="sv-SE"/>
    </w:rPr>
  </w:style>
  <w:style w:type="paragraph" w:styleId="TOC2">
    <w:name w:val="toc 2"/>
    <w:basedOn w:val="Normal"/>
    <w:next w:val="Normal"/>
    <w:autoRedefine/>
    <w:uiPriority w:val="39"/>
    <w:unhideWhenUsed/>
    <w:rsid w:val="008D750B"/>
    <w:pPr>
      <w:spacing w:after="0"/>
      <w:ind w:left="284"/>
    </w:pPr>
    <w:rPr>
      <w:rFonts w:ascii="Arial" w:hAnsi="Arial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DA52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A52F7"/>
    <w:rPr>
      <w:rFonts w:ascii="Times New Roman" w:eastAsia="Times New Roman" w:hAnsi="Times New Roman" w:cs="Times New Roman"/>
      <w:lang w:eastAsia="sv-SE"/>
    </w:rPr>
  </w:style>
  <w:style w:type="paragraph" w:customStyle="1" w:styleId="sCitat">
    <w:name w:val="sCitat"/>
    <w:basedOn w:val="sBrdtext"/>
    <w:rsid w:val="00762897"/>
    <w:pPr>
      <w:spacing w:before="120" w:line="220" w:lineRule="atLeast"/>
      <w:ind w:left="454"/>
    </w:pPr>
  </w:style>
  <w:style w:type="paragraph" w:customStyle="1" w:styleId="Infotext">
    <w:name w:val="Infotext"/>
    <w:basedOn w:val="Normal"/>
    <w:semiHidden/>
    <w:rsid w:val="00057A83"/>
  </w:style>
  <w:style w:type="table" w:styleId="TableGrid">
    <w:name w:val="Table Grid"/>
    <w:basedOn w:val="TableNormal"/>
    <w:rsid w:val="00F92AB6"/>
    <w:pPr>
      <w:spacing w:before="0"/>
    </w:pPr>
    <w:rPr>
      <w:rFonts w:ascii="Arial" w:eastAsia="Times New Roman" w:hAnsi="Arial" w:cs="Times New Roman"/>
      <w:sz w:val="18"/>
      <w:szCs w:val="20"/>
      <w:lang w:eastAsia="sv-S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rsid w:val="00431F86"/>
    <w:pPr>
      <w:suppressAutoHyphens/>
      <w:spacing w:before="0"/>
    </w:pPr>
    <w:rPr>
      <w:rFonts w:ascii="Times New Roman" w:eastAsia="Times New Roman" w:hAnsi="Times New Roman" w:cs="Times New Roman"/>
      <w:sz w:val="22"/>
      <w:lang w:eastAsia="sv-SE"/>
    </w:rPr>
  </w:style>
  <w:style w:type="paragraph" w:customStyle="1" w:styleId="BOVERKETFrontlogga">
    <w:name w:val="BOVERKET_Frontlogga"/>
    <w:basedOn w:val="Normal"/>
    <w:rsid w:val="007A4E14"/>
    <w:pPr>
      <w:spacing w:after="2160"/>
      <w:jc w:val="right"/>
    </w:pPr>
    <w:rPr>
      <w:noProof/>
    </w:rPr>
  </w:style>
  <w:style w:type="paragraph" w:customStyle="1" w:styleId="BOVERKETRapportinformation">
    <w:name w:val="BOVERKET_Rapportinformation"/>
    <w:basedOn w:val="Normal"/>
    <w:rsid w:val="004D3905"/>
    <w:pPr>
      <w:spacing w:after="0" w:line="312" w:lineRule="atLeast"/>
      <w:jc w:val="right"/>
    </w:pPr>
    <w:rPr>
      <w:rFonts w:ascii="Arial" w:hAnsi="Arial"/>
    </w:rPr>
  </w:style>
  <w:style w:type="paragraph" w:customStyle="1" w:styleId="BOVERKETRapportrubrik">
    <w:name w:val="BOVERKET_Rapportrubrik"/>
    <w:basedOn w:val="Normal"/>
    <w:rsid w:val="001737CD"/>
    <w:pPr>
      <w:spacing w:before="200" w:after="0"/>
      <w:jc w:val="right"/>
    </w:pPr>
    <w:rPr>
      <w:rFonts w:ascii="Arial" w:hAnsi="Arial"/>
      <w:sz w:val="60"/>
    </w:rPr>
  </w:style>
  <w:style w:type="paragraph" w:customStyle="1" w:styleId="BOVERKETRapportunderrubrik">
    <w:name w:val="BOVERKET_Rapportunderrubrik"/>
    <w:basedOn w:val="Normal"/>
    <w:rsid w:val="004D3905"/>
    <w:pPr>
      <w:spacing w:before="200" w:after="0"/>
      <w:jc w:val="right"/>
    </w:pPr>
    <w:rPr>
      <w:rFonts w:ascii="Arial" w:hAnsi="Arial"/>
      <w:sz w:val="36"/>
    </w:rPr>
  </w:style>
  <w:style w:type="paragraph" w:styleId="TOC3">
    <w:name w:val="toc 3"/>
    <w:basedOn w:val="Normal"/>
    <w:next w:val="Normal"/>
    <w:autoRedefine/>
    <w:uiPriority w:val="39"/>
    <w:unhideWhenUsed/>
    <w:rsid w:val="008D750B"/>
    <w:pPr>
      <w:spacing w:after="0"/>
      <w:ind w:left="567"/>
    </w:pPr>
    <w:rPr>
      <w:rFonts w:ascii="Arial" w:hAnsi="Arial"/>
      <w:noProof/>
      <w:sz w:val="18"/>
    </w:rPr>
  </w:style>
  <w:style w:type="paragraph" w:customStyle="1" w:styleId="BOVERKETInnehllRubrik">
    <w:name w:val="BOVERKET_Innehåll_Rubrik"/>
    <w:basedOn w:val="Heading1"/>
    <w:rsid w:val="00D15C3A"/>
    <w:pPr>
      <w:outlineLvl w:val="9"/>
    </w:pPr>
  </w:style>
  <w:style w:type="paragraph" w:customStyle="1" w:styleId="Tabellhuvud">
    <w:name w:val="Tabellhuvud"/>
    <w:basedOn w:val="Normal"/>
    <w:link w:val="TabellhuvudChar"/>
    <w:uiPriority w:val="3"/>
    <w:qFormat/>
    <w:rsid w:val="001B2CEB"/>
    <w:pPr>
      <w:spacing w:before="40" w:after="20"/>
    </w:pPr>
    <w:rPr>
      <w:rFonts w:ascii="Arial" w:hAnsi="Arial"/>
      <w:b/>
      <w:sz w:val="18"/>
      <w:szCs w:val="20"/>
      <w:lang w:eastAsia="en-US"/>
    </w:rPr>
  </w:style>
  <w:style w:type="paragraph" w:customStyle="1" w:styleId="Tabelltext">
    <w:name w:val="Tabelltext"/>
    <w:basedOn w:val="Normal"/>
    <w:uiPriority w:val="4"/>
    <w:qFormat/>
    <w:rsid w:val="001B2CEB"/>
    <w:pPr>
      <w:spacing w:before="40" w:after="20"/>
    </w:pPr>
    <w:rPr>
      <w:rFonts w:ascii="Arial" w:hAnsi="Arial"/>
      <w:sz w:val="18"/>
      <w:szCs w:val="20"/>
      <w:lang w:eastAsia="en-US"/>
    </w:rPr>
  </w:style>
  <w:style w:type="character" w:customStyle="1" w:styleId="TabellhuvudChar">
    <w:name w:val="Tabellhuvud Char"/>
    <w:basedOn w:val="DefaultParagraphFont"/>
    <w:link w:val="Tabellhuvud"/>
    <w:uiPriority w:val="3"/>
    <w:rsid w:val="001B2CEB"/>
    <w:rPr>
      <w:rFonts w:ascii="Arial" w:eastAsia="Times New Roman" w:hAnsi="Arial" w:cs="Times New Roman"/>
      <w:b/>
      <w:sz w:val="18"/>
      <w:szCs w:val="20"/>
    </w:rPr>
  </w:style>
  <w:style w:type="paragraph" w:customStyle="1" w:styleId="RubriktillTabell">
    <w:name w:val="Rubrik till Tabell"/>
    <w:basedOn w:val="Normal"/>
    <w:uiPriority w:val="5"/>
    <w:qFormat/>
    <w:rsid w:val="006365B5"/>
    <w:pPr>
      <w:spacing w:after="40"/>
    </w:pPr>
    <w:rPr>
      <w:rFonts w:ascii="Arial" w:hAnsi="Arial"/>
      <w:sz w:val="18"/>
    </w:rPr>
  </w:style>
  <w:style w:type="table" w:customStyle="1" w:styleId="GridTable1LightAccent1">
    <w:name w:val="Grid Table 1 Light Accent 1"/>
    <w:basedOn w:val="TableNormal"/>
    <w:uiPriority w:val="46"/>
    <w:rsid w:val="00326011"/>
    <w:tblPr>
      <w:tblStyleRowBandSize w:val="1"/>
      <w:tblStyleColBandSize w:val="1"/>
      <w:tblInd w:w="0" w:type="dxa"/>
      <w:tblBorders>
        <w:top w:val="single" w:sz="4" w:space="0" w:color="F88A9A" w:themeColor="accent1" w:themeTint="66"/>
        <w:left w:val="single" w:sz="4" w:space="0" w:color="F88A9A" w:themeColor="accent1" w:themeTint="66"/>
        <w:bottom w:val="single" w:sz="4" w:space="0" w:color="F88A9A" w:themeColor="accent1" w:themeTint="66"/>
        <w:right w:val="single" w:sz="4" w:space="0" w:color="F88A9A" w:themeColor="accent1" w:themeTint="66"/>
        <w:insideH w:val="single" w:sz="4" w:space="0" w:color="F88A9A" w:themeColor="accent1" w:themeTint="66"/>
        <w:insideV w:val="single" w:sz="4" w:space="0" w:color="F88A9A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516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516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Boverkettabell">
    <w:name w:val="Boverket tabell"/>
    <w:basedOn w:val="TableNormal"/>
    <w:uiPriority w:val="99"/>
    <w:rsid w:val="006365B5"/>
    <w:pPr>
      <w:spacing w:before="20" w:after="40" w:line="288" w:lineRule="auto"/>
    </w:pPr>
    <w:rPr>
      <w:rFonts w:ascii="Arial" w:hAnsi="Arial"/>
      <w:sz w:val="18"/>
    </w:rPr>
    <w:tblPr>
      <w:tblInd w:w="0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rPr>
        <w:b/>
      </w:rPr>
      <w:tblPr/>
      <w:trPr>
        <w:cantSplit/>
        <w:tblHeader/>
      </w:trPr>
      <w:tcPr>
        <w:shd w:val="clear" w:color="auto" w:fill="E2EEF5"/>
      </w:tcPr>
    </w:tblStylePr>
    <w:tblStylePr w:type="firstCol">
      <w:rPr>
        <w:b/>
      </w:rPr>
      <w:tblPr/>
      <w:tcPr>
        <w:shd w:val="clear" w:color="auto" w:fill="E2EEF5"/>
      </w:tcPr>
    </w:tblStylePr>
  </w:style>
  <w:style w:type="table" w:customStyle="1" w:styleId="GridTableLight">
    <w:name w:val="Grid Table Light"/>
    <w:basedOn w:val="TableNormal"/>
    <w:uiPriority w:val="40"/>
    <w:rsid w:val="00326011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uiPriority w:val="99"/>
    <w:semiHidden/>
    <w:unhideWhenUsed/>
    <w:rsid w:val="008512D3"/>
    <w:pPr>
      <w:ind w:left="357" w:hanging="357"/>
      <w:contextualSpacing/>
    </w:pPr>
  </w:style>
  <w:style w:type="paragraph" w:styleId="ListBullet">
    <w:name w:val="List Bullet"/>
    <w:basedOn w:val="Normal"/>
    <w:uiPriority w:val="99"/>
    <w:semiHidden/>
    <w:unhideWhenUsed/>
    <w:rsid w:val="00F30816"/>
    <w:pPr>
      <w:numPr>
        <w:numId w:val="1"/>
      </w:numPr>
      <w:ind w:left="357" w:hanging="357"/>
      <w:contextualSpacing/>
    </w:pPr>
  </w:style>
  <w:style w:type="numbering" w:customStyle="1" w:styleId="PunktlistaBoverket">
    <w:name w:val="Punktlista Boverket"/>
    <w:uiPriority w:val="99"/>
    <w:rsid w:val="00F844A5"/>
    <w:pPr>
      <w:numPr>
        <w:numId w:val="2"/>
      </w:numPr>
    </w:pPr>
  </w:style>
  <w:style w:type="numbering" w:customStyle="1" w:styleId="NumreradListaBoverket">
    <w:name w:val="Numrerad Lista Boverket"/>
    <w:uiPriority w:val="99"/>
    <w:rsid w:val="00F844A5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25E08"/>
    <w:rPr>
      <w:color w:val="808080"/>
    </w:rPr>
  </w:style>
  <w:style w:type="paragraph" w:customStyle="1" w:styleId="Blockcitat">
    <w:name w:val="Blockcitat"/>
    <w:basedOn w:val="Normal"/>
    <w:uiPriority w:val="7"/>
    <w:qFormat/>
    <w:rsid w:val="00F844A5"/>
    <w:pPr>
      <w:ind w:left="397"/>
    </w:pPr>
  </w:style>
  <w:style w:type="paragraph" w:customStyle="1" w:styleId="NottextBoverket">
    <w:name w:val="Nottext Boverket"/>
    <w:basedOn w:val="Normal"/>
    <w:uiPriority w:val="6"/>
    <w:qFormat/>
    <w:rsid w:val="00F844A5"/>
    <w:pPr>
      <w:spacing w:after="0"/>
    </w:pPr>
    <w:rPr>
      <w:sz w:val="18"/>
    </w:rPr>
  </w:style>
  <w:style w:type="paragraph" w:styleId="TOCHeading">
    <w:name w:val="TOC Heading"/>
    <w:basedOn w:val="BOVERKETInnehllRubrik"/>
    <w:next w:val="Normal"/>
    <w:uiPriority w:val="39"/>
    <w:unhideWhenUsed/>
    <w:rsid w:val="008D750B"/>
  </w:style>
  <w:style w:type="paragraph" w:customStyle="1" w:styleId="Bildtext">
    <w:name w:val="Bildtext"/>
    <w:basedOn w:val="Normal"/>
    <w:link w:val="BildtextChar"/>
    <w:uiPriority w:val="8"/>
    <w:qFormat/>
    <w:rsid w:val="00EC53A4"/>
    <w:pPr>
      <w:spacing w:after="0"/>
    </w:pPr>
    <w:rPr>
      <w:rFonts w:ascii="Arial" w:hAnsi="Arial" w:cs="Arial"/>
      <w:sz w:val="18"/>
      <w:szCs w:val="18"/>
    </w:rPr>
  </w:style>
  <w:style w:type="numbering" w:customStyle="1" w:styleId="StrecklistaBoverket">
    <w:name w:val="Strecklista Boverket"/>
    <w:uiPriority w:val="99"/>
    <w:rsid w:val="00F844A5"/>
    <w:pPr>
      <w:numPr>
        <w:numId w:val="19"/>
      </w:numPr>
    </w:pPr>
  </w:style>
  <w:style w:type="character" w:customStyle="1" w:styleId="BildtextChar">
    <w:name w:val="Bildtext Char"/>
    <w:basedOn w:val="DefaultParagraphFont"/>
    <w:link w:val="Bildtext"/>
    <w:uiPriority w:val="8"/>
    <w:rsid w:val="00EC53A4"/>
    <w:rPr>
      <w:rFonts w:ascii="Arial" w:eastAsia="Times New Roman" w:hAnsi="Arial" w:cs="Arial"/>
      <w:sz w:val="18"/>
      <w:szCs w:val="18"/>
      <w:lang w:eastAsia="sv-SE"/>
    </w:rPr>
  </w:style>
  <w:style w:type="paragraph" w:styleId="Caption">
    <w:name w:val="caption"/>
    <w:basedOn w:val="Normal"/>
    <w:next w:val="Normal"/>
    <w:uiPriority w:val="35"/>
    <w:unhideWhenUsed/>
    <w:qFormat/>
    <w:rsid w:val="006365B5"/>
    <w:pPr>
      <w:keepNext/>
      <w:spacing w:after="40"/>
    </w:pPr>
    <w:rPr>
      <w:rFonts w:ascii="Arial" w:hAnsi="Arial"/>
      <w:iCs/>
      <w:sz w:val="18"/>
      <w:szCs w:val="18"/>
    </w:rPr>
  </w:style>
  <w:style w:type="table" w:customStyle="1" w:styleId="BoverketBredTabell">
    <w:name w:val="Boverket Bred Tabell"/>
    <w:basedOn w:val="Boverkettabell"/>
    <w:uiPriority w:val="99"/>
    <w:rsid w:val="00385FEE"/>
    <w:pPr>
      <w:spacing w:before="0"/>
    </w:pPr>
    <w:tblPr>
      <w:tblInd w:w="-1531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rPr>
        <w:b/>
      </w:rPr>
      <w:tblPr/>
      <w:trPr>
        <w:cantSplit/>
        <w:tblHeader/>
      </w:trPr>
      <w:tcPr>
        <w:shd w:val="clear" w:color="auto" w:fill="E2EEF5"/>
      </w:tcPr>
    </w:tblStylePr>
    <w:tblStylePr w:type="firstCol">
      <w:rPr>
        <w:b/>
      </w:rPr>
      <w:tblPr/>
      <w:tcPr>
        <w:shd w:val="clear" w:color="auto" w:fill="E2EEF5"/>
      </w:tcPr>
    </w:tblStylePr>
  </w:style>
  <w:style w:type="paragraph" w:customStyle="1" w:styleId="Rubrik1mednummer">
    <w:name w:val="Rubrik 1 med nummer"/>
    <w:basedOn w:val="Heading1"/>
    <w:uiPriority w:val="10"/>
    <w:rsid w:val="00B80C59"/>
    <w:pPr>
      <w:numPr>
        <w:numId w:val="20"/>
      </w:numPr>
      <w:ind w:left="868" w:hanging="910"/>
    </w:pPr>
    <w:rPr>
      <w:lang w:eastAsia="en-US"/>
    </w:rPr>
  </w:style>
  <w:style w:type="paragraph" w:customStyle="1" w:styleId="Rubrik2mednummer">
    <w:name w:val="Rubrik 2 med nummer"/>
    <w:basedOn w:val="Heading2"/>
    <w:uiPriority w:val="10"/>
    <w:rsid w:val="00B80C59"/>
    <w:pPr>
      <w:numPr>
        <w:ilvl w:val="1"/>
        <w:numId w:val="22"/>
      </w:numPr>
      <w:ind w:left="854" w:hanging="902"/>
    </w:pPr>
  </w:style>
  <w:style w:type="paragraph" w:customStyle="1" w:styleId="Rubrik3mednummer">
    <w:name w:val="Rubrik 3 med nummer"/>
    <w:basedOn w:val="Heading3"/>
    <w:uiPriority w:val="10"/>
    <w:rsid w:val="00B80C59"/>
    <w:pPr>
      <w:numPr>
        <w:ilvl w:val="2"/>
        <w:numId w:val="23"/>
      </w:numPr>
      <w:ind w:left="854" w:hanging="882"/>
    </w:pPr>
  </w:style>
  <w:style w:type="paragraph" w:customStyle="1" w:styleId="Rubrik4mednummer">
    <w:name w:val="Rubrik 4 med nummer"/>
    <w:basedOn w:val="Heading4"/>
    <w:uiPriority w:val="10"/>
    <w:rsid w:val="00B80C59"/>
    <w:pPr>
      <w:numPr>
        <w:ilvl w:val="3"/>
        <w:numId w:val="24"/>
      </w:numPr>
      <w:ind w:left="896" w:hanging="928"/>
    </w:pPr>
  </w:style>
  <w:style w:type="paragraph" w:customStyle="1" w:styleId="Faktaruta">
    <w:name w:val="Faktaruta"/>
    <w:basedOn w:val="Normal"/>
    <w:uiPriority w:val="12"/>
    <w:qFormat/>
    <w:rsid w:val="00815221"/>
    <w:pPr>
      <w:pBdr>
        <w:top w:val="single" w:sz="4" w:space="4" w:color="A6A6A6" w:themeColor="background1" w:themeShade="A6"/>
        <w:left w:val="single" w:sz="4" w:space="4" w:color="A6A6A6" w:themeColor="background1" w:themeShade="A6"/>
        <w:bottom w:val="single" w:sz="4" w:space="4" w:color="A6A6A6" w:themeColor="background1" w:themeShade="A6"/>
        <w:right w:val="single" w:sz="4" w:space="4" w:color="A6A6A6" w:themeColor="background1" w:themeShade="A6"/>
      </w:pBdr>
      <w:shd w:val="clear" w:color="auto" w:fill="E2EEF5" w:themeFill="background2"/>
      <w:spacing w:before="240" w:after="240"/>
    </w:pPr>
  </w:style>
  <w:style w:type="paragraph" w:customStyle="1" w:styleId="Dokumentegenskap">
    <w:name w:val="Dokumentegenskap"/>
    <w:basedOn w:val="Normal"/>
    <w:rsid w:val="00683B8E"/>
    <w:pPr>
      <w:spacing w:after="60"/>
    </w:pPr>
    <w:rPr>
      <w:rFonts w:ascii="Arial" w:hAnsi="Arial"/>
      <w:sz w:val="18"/>
    </w:rPr>
  </w:style>
  <w:style w:type="paragraph" w:customStyle="1" w:styleId="Rubrik-1">
    <w:name w:val="Rubrik-1"/>
    <w:basedOn w:val="Normal"/>
    <w:next w:val="Normal"/>
    <w:semiHidden/>
    <w:rsid w:val="00CE25EF"/>
    <w:pPr>
      <w:keepNext/>
      <w:tabs>
        <w:tab w:val="left" w:pos="5041"/>
      </w:tabs>
      <w:spacing w:after="40"/>
      <w:outlineLvl w:val="0"/>
    </w:pPr>
    <w:rPr>
      <w:rFonts w:ascii="Arial" w:hAnsi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7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5B60CC"/>
    <w:pPr>
      <w:spacing w:before="0" w:after="200"/>
    </w:pPr>
    <w:rPr>
      <w:rFonts w:ascii="Times New Roman" w:eastAsia="Times New Roman" w:hAnsi="Times New Roman" w:cs="Times New Roman"/>
      <w:lang w:eastAsia="sv-SE"/>
    </w:rPr>
  </w:style>
  <w:style w:type="paragraph" w:styleId="Heading1">
    <w:name w:val="heading 1"/>
    <w:basedOn w:val="Normal"/>
    <w:next w:val="Normal"/>
    <w:link w:val="Heading1Char"/>
    <w:uiPriority w:val="2"/>
    <w:qFormat/>
    <w:rsid w:val="005B60CC"/>
    <w:pPr>
      <w:suppressAutoHyphens/>
      <w:spacing w:after="360"/>
      <w:outlineLvl w:val="0"/>
    </w:pPr>
    <w:rPr>
      <w:rFonts w:ascii="Arial" w:eastAsiaTheme="majorEastAsia" w:hAnsi="Arial" w:cs="Arial"/>
      <w:sz w:val="28"/>
      <w:szCs w:val="48"/>
    </w:rPr>
  </w:style>
  <w:style w:type="paragraph" w:styleId="Heading2">
    <w:name w:val="heading 2"/>
    <w:basedOn w:val="sRubrik2"/>
    <w:next w:val="Normal"/>
    <w:link w:val="Heading2Char"/>
    <w:uiPriority w:val="2"/>
    <w:unhideWhenUsed/>
    <w:qFormat/>
    <w:rsid w:val="005B60CC"/>
    <w:pPr>
      <w:spacing w:before="360" w:after="40" w:line="240" w:lineRule="auto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2"/>
    <w:qFormat/>
    <w:rsid w:val="005B60CC"/>
    <w:pPr>
      <w:keepNext/>
      <w:suppressAutoHyphens/>
      <w:spacing w:before="280" w:after="40"/>
      <w:outlineLvl w:val="2"/>
    </w:pPr>
    <w:rPr>
      <w:rFonts w:ascii="Arial" w:hAnsi="Arial"/>
      <w:b/>
      <w:sz w:val="20"/>
      <w:lang w:eastAsia="en-US"/>
    </w:rPr>
  </w:style>
  <w:style w:type="paragraph" w:styleId="Heading4">
    <w:name w:val="heading 4"/>
    <w:basedOn w:val="Normal"/>
    <w:next w:val="Normal"/>
    <w:link w:val="Heading4Char"/>
    <w:uiPriority w:val="2"/>
    <w:unhideWhenUsed/>
    <w:qFormat/>
    <w:rsid w:val="005B60CC"/>
    <w:pPr>
      <w:keepNext/>
      <w:keepLines/>
      <w:suppressAutoHyphens/>
      <w:spacing w:before="280" w:after="40"/>
      <w:outlineLvl w:val="3"/>
    </w:pPr>
    <w:rPr>
      <w:rFonts w:ascii="Arial" w:eastAsiaTheme="majorEastAsia" w:hAnsi="Arial" w:cstheme="majorBidi"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99"/>
    <w:rsid w:val="008470C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8470C5"/>
    <w:pPr>
      <w:spacing w:before="24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8470C5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2"/>
    <w:rsid w:val="005B60CC"/>
    <w:rPr>
      <w:rFonts w:ascii="Arial" w:eastAsia="Times New Roman" w:hAnsi="Arial" w:cs="Times New Roman"/>
      <w:b/>
      <w:sz w:val="20"/>
    </w:rPr>
  </w:style>
  <w:style w:type="paragraph" w:styleId="ListParagraph">
    <w:name w:val="List Paragraph"/>
    <w:basedOn w:val="Normal"/>
    <w:uiPriority w:val="34"/>
    <w:rsid w:val="006040F9"/>
    <w:pPr>
      <w:spacing w:before="120" w:after="1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01F8"/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1F8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3B8E"/>
    <w:pPr>
      <w:tabs>
        <w:tab w:val="right" w:pos="9923"/>
      </w:tabs>
      <w:spacing w:after="0"/>
      <w:ind w:right="-1134"/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83B8E"/>
    <w:rPr>
      <w:rFonts w:ascii="Times New Roman" w:hAnsi="Times New Roman"/>
      <w:szCs w:val="22"/>
    </w:rPr>
  </w:style>
  <w:style w:type="paragraph" w:styleId="Footer">
    <w:name w:val="footer"/>
    <w:basedOn w:val="Normal"/>
    <w:link w:val="FooterChar"/>
    <w:unhideWhenUsed/>
    <w:rsid w:val="00B723D0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16"/>
      <w:lang w:eastAsia="en-US"/>
    </w:rPr>
  </w:style>
  <w:style w:type="character" w:customStyle="1" w:styleId="FooterChar">
    <w:name w:val="Footer Char"/>
    <w:basedOn w:val="DefaultParagraphFont"/>
    <w:link w:val="Footer"/>
    <w:rsid w:val="00B723D0"/>
    <w:rPr>
      <w:rFonts w:ascii="Arial" w:hAnsi="Arial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4C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71CA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71CA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127B8B"/>
    <w:pPr>
      <w:spacing w:after="0" w:line="230" w:lineRule="exact"/>
    </w:pPr>
    <w:rPr>
      <w:rFonts w:eastAsiaTheme="minorHAnsi" w:cstheme="minorBidi"/>
      <w:sz w:val="18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27B8B"/>
    <w:rPr>
      <w:rFonts w:ascii="Times New Roman" w:hAnsi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7A76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43577F"/>
  </w:style>
  <w:style w:type="paragraph" w:styleId="NormalWeb">
    <w:name w:val="Normal (Web)"/>
    <w:basedOn w:val="Normal"/>
    <w:uiPriority w:val="99"/>
    <w:unhideWhenUsed/>
    <w:rsid w:val="00784FA8"/>
    <w:pPr>
      <w:spacing w:before="240"/>
    </w:pPr>
    <w:rPr>
      <w:rFonts w:eastAsiaTheme="minorHAnsi"/>
      <w:lang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5B60CC"/>
    <w:rPr>
      <w:rFonts w:ascii="Arial" w:eastAsia="Times New Roman" w:hAnsi="Arial" w:cs="Times New Roman"/>
      <w:szCs w:val="20"/>
      <w:lang w:eastAsia="sv-SE"/>
    </w:rPr>
  </w:style>
  <w:style w:type="character" w:customStyle="1" w:styleId="mandatory">
    <w:name w:val="mandatory"/>
    <w:basedOn w:val="DefaultParagraphFont"/>
    <w:rsid w:val="00DD6EC2"/>
  </w:style>
  <w:style w:type="character" w:styleId="Strong">
    <w:name w:val="Strong"/>
    <w:basedOn w:val="DefaultParagraphFont"/>
    <w:uiPriority w:val="22"/>
    <w:rsid w:val="00DD6EC2"/>
    <w:rPr>
      <w:b/>
      <w:bCs/>
    </w:rPr>
  </w:style>
  <w:style w:type="paragraph" w:customStyle="1" w:styleId="sBrdtextindrag">
    <w:name w:val="sBrödtext indrag"/>
    <w:basedOn w:val="Normal"/>
    <w:rsid w:val="00CD1AC4"/>
    <w:pPr>
      <w:spacing w:line="360" w:lineRule="auto"/>
      <w:ind w:firstLine="227"/>
    </w:pPr>
    <w:rPr>
      <w:szCs w:val="20"/>
    </w:rPr>
  </w:style>
  <w:style w:type="paragraph" w:customStyle="1" w:styleId="sRubrik1">
    <w:name w:val="sRubrik 1"/>
    <w:next w:val="Normal"/>
    <w:rsid w:val="008D750B"/>
    <w:pPr>
      <w:keepNext/>
      <w:pageBreakBefore/>
      <w:suppressAutoHyphens/>
      <w:spacing w:before="0" w:after="1820" w:line="520" w:lineRule="atLeast"/>
    </w:pPr>
    <w:rPr>
      <w:rFonts w:ascii="Arial" w:eastAsia="Times New Roman" w:hAnsi="Arial" w:cs="Times New Roman"/>
      <w:sz w:val="52"/>
      <w:szCs w:val="20"/>
      <w:lang w:eastAsia="sv-SE"/>
    </w:rPr>
  </w:style>
  <w:style w:type="paragraph" w:customStyle="1" w:styleId="sRubrik2">
    <w:name w:val="sRubrik 2"/>
    <w:basedOn w:val="sRubrik1"/>
    <w:next w:val="Normal"/>
    <w:rsid w:val="008D750B"/>
    <w:pPr>
      <w:pageBreakBefore w:val="0"/>
      <w:spacing w:before="780" w:after="0" w:line="390" w:lineRule="exact"/>
    </w:pPr>
    <w:rPr>
      <w:sz w:val="40"/>
    </w:rPr>
  </w:style>
  <w:style w:type="paragraph" w:customStyle="1" w:styleId="sBrdtext">
    <w:name w:val="sBrödtext"/>
    <w:link w:val="sBrdtextChar"/>
    <w:rsid w:val="00594586"/>
    <w:pPr>
      <w:spacing w:line="360" w:lineRule="auto"/>
    </w:pPr>
    <w:rPr>
      <w:rFonts w:ascii="Times New Roman" w:eastAsia="Times New Roman" w:hAnsi="Times New Roman" w:cs="Times New Roman"/>
      <w:szCs w:val="20"/>
      <w:lang w:eastAsia="sv-SE"/>
    </w:rPr>
  </w:style>
  <w:style w:type="character" w:customStyle="1" w:styleId="sBrdtextChar">
    <w:name w:val="sBrödtext Char"/>
    <w:link w:val="sBrdtext"/>
    <w:rsid w:val="00594586"/>
    <w:rPr>
      <w:rFonts w:ascii="Times New Roman" w:eastAsia="Times New Roman" w:hAnsi="Times New Roman" w:cs="Times New Roman"/>
      <w:szCs w:val="20"/>
      <w:lang w:eastAsia="sv-SE"/>
    </w:rPr>
  </w:style>
  <w:style w:type="character" w:customStyle="1" w:styleId="sUpphjd">
    <w:name w:val="sUpphöjd"/>
    <w:rsid w:val="00594586"/>
    <w:rPr>
      <w:vertAlign w:val="superscript"/>
    </w:rPr>
  </w:style>
  <w:style w:type="paragraph" w:customStyle="1" w:styleId="sLitteraturf">
    <w:name w:val="sLitteraturf."/>
    <w:basedOn w:val="sBrdtext"/>
    <w:rsid w:val="002371D0"/>
    <w:pPr>
      <w:spacing w:before="0"/>
      <w:ind w:left="284" w:hanging="284"/>
    </w:pPr>
  </w:style>
  <w:style w:type="character" w:customStyle="1" w:styleId="Heading4Char">
    <w:name w:val="Heading 4 Char"/>
    <w:basedOn w:val="DefaultParagraphFont"/>
    <w:link w:val="Heading4"/>
    <w:uiPriority w:val="2"/>
    <w:rsid w:val="005B60CC"/>
    <w:rPr>
      <w:rFonts w:ascii="Arial" w:eastAsiaTheme="majorEastAsia" w:hAnsi="Arial" w:cstheme="majorBidi"/>
      <w:iCs/>
      <w:sz w:val="20"/>
      <w:lang w:eastAsia="sv-SE"/>
    </w:rPr>
  </w:style>
  <w:style w:type="paragraph" w:styleId="TOC1">
    <w:name w:val="toc 1"/>
    <w:basedOn w:val="Normal"/>
    <w:next w:val="Normal"/>
    <w:autoRedefine/>
    <w:uiPriority w:val="39"/>
    <w:unhideWhenUsed/>
    <w:rsid w:val="009603B2"/>
    <w:pPr>
      <w:spacing w:before="100" w:after="0"/>
    </w:pPr>
    <w:rPr>
      <w:rFonts w:ascii="Arial" w:hAnsi="Arial"/>
      <w:noProof/>
    </w:rPr>
  </w:style>
  <w:style w:type="character" w:customStyle="1" w:styleId="Heading1Char">
    <w:name w:val="Heading 1 Char"/>
    <w:basedOn w:val="DefaultParagraphFont"/>
    <w:link w:val="Heading1"/>
    <w:uiPriority w:val="2"/>
    <w:rsid w:val="005B60CC"/>
    <w:rPr>
      <w:rFonts w:ascii="Arial" w:eastAsiaTheme="majorEastAsia" w:hAnsi="Arial" w:cs="Arial"/>
      <w:sz w:val="28"/>
      <w:szCs w:val="48"/>
      <w:lang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14A0"/>
    <w:rPr>
      <w:rFonts w:ascii="Times New Roman" w:eastAsia="Times New Roman" w:hAnsi="Times New Roman" w:cs="Times New Roman"/>
      <w:b/>
      <w:bCs/>
      <w:sz w:val="20"/>
      <w:szCs w:val="20"/>
      <w:lang w:eastAsia="sv-SE"/>
    </w:rPr>
  </w:style>
  <w:style w:type="paragraph" w:styleId="Revision">
    <w:name w:val="Revision"/>
    <w:hidden/>
    <w:uiPriority w:val="99"/>
    <w:semiHidden/>
    <w:rsid w:val="009437B5"/>
    <w:pPr>
      <w:spacing w:before="0"/>
    </w:pPr>
    <w:rPr>
      <w:rFonts w:ascii="Times New Roman" w:eastAsia="Times New Roman" w:hAnsi="Times New Roman" w:cs="Times New Roman"/>
      <w:lang w:eastAsia="sv-SE"/>
    </w:rPr>
  </w:style>
  <w:style w:type="paragraph" w:styleId="TOC2">
    <w:name w:val="toc 2"/>
    <w:basedOn w:val="Normal"/>
    <w:next w:val="Normal"/>
    <w:autoRedefine/>
    <w:uiPriority w:val="39"/>
    <w:unhideWhenUsed/>
    <w:rsid w:val="008D750B"/>
    <w:pPr>
      <w:spacing w:after="0"/>
      <w:ind w:left="284"/>
    </w:pPr>
    <w:rPr>
      <w:rFonts w:ascii="Arial" w:hAnsi="Arial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DA52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A52F7"/>
    <w:rPr>
      <w:rFonts w:ascii="Times New Roman" w:eastAsia="Times New Roman" w:hAnsi="Times New Roman" w:cs="Times New Roman"/>
      <w:lang w:eastAsia="sv-SE"/>
    </w:rPr>
  </w:style>
  <w:style w:type="paragraph" w:customStyle="1" w:styleId="sCitat">
    <w:name w:val="sCitat"/>
    <w:basedOn w:val="sBrdtext"/>
    <w:rsid w:val="00762897"/>
    <w:pPr>
      <w:spacing w:before="120" w:line="220" w:lineRule="atLeast"/>
      <w:ind w:left="454"/>
    </w:pPr>
  </w:style>
  <w:style w:type="paragraph" w:customStyle="1" w:styleId="Infotext">
    <w:name w:val="Infotext"/>
    <w:basedOn w:val="Normal"/>
    <w:semiHidden/>
    <w:rsid w:val="00057A83"/>
  </w:style>
  <w:style w:type="table" w:styleId="TableGrid">
    <w:name w:val="Table Grid"/>
    <w:basedOn w:val="TableNormal"/>
    <w:rsid w:val="00F92AB6"/>
    <w:pPr>
      <w:spacing w:before="0"/>
    </w:pPr>
    <w:rPr>
      <w:rFonts w:ascii="Arial" w:eastAsia="Times New Roman" w:hAnsi="Arial" w:cs="Times New Roman"/>
      <w:sz w:val="18"/>
      <w:szCs w:val="20"/>
      <w:lang w:eastAsia="sv-S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rsid w:val="00431F86"/>
    <w:pPr>
      <w:suppressAutoHyphens/>
      <w:spacing w:before="0"/>
    </w:pPr>
    <w:rPr>
      <w:rFonts w:ascii="Times New Roman" w:eastAsia="Times New Roman" w:hAnsi="Times New Roman" w:cs="Times New Roman"/>
      <w:sz w:val="22"/>
      <w:lang w:eastAsia="sv-SE"/>
    </w:rPr>
  </w:style>
  <w:style w:type="paragraph" w:customStyle="1" w:styleId="BOVERKETFrontlogga">
    <w:name w:val="BOVERKET_Frontlogga"/>
    <w:basedOn w:val="Normal"/>
    <w:rsid w:val="007A4E14"/>
    <w:pPr>
      <w:spacing w:after="2160"/>
      <w:jc w:val="right"/>
    </w:pPr>
    <w:rPr>
      <w:noProof/>
    </w:rPr>
  </w:style>
  <w:style w:type="paragraph" w:customStyle="1" w:styleId="BOVERKETRapportinformation">
    <w:name w:val="BOVERKET_Rapportinformation"/>
    <w:basedOn w:val="Normal"/>
    <w:rsid w:val="004D3905"/>
    <w:pPr>
      <w:spacing w:after="0" w:line="312" w:lineRule="atLeast"/>
      <w:jc w:val="right"/>
    </w:pPr>
    <w:rPr>
      <w:rFonts w:ascii="Arial" w:hAnsi="Arial"/>
    </w:rPr>
  </w:style>
  <w:style w:type="paragraph" w:customStyle="1" w:styleId="BOVERKETRapportrubrik">
    <w:name w:val="BOVERKET_Rapportrubrik"/>
    <w:basedOn w:val="Normal"/>
    <w:rsid w:val="001737CD"/>
    <w:pPr>
      <w:spacing w:before="200" w:after="0"/>
      <w:jc w:val="right"/>
    </w:pPr>
    <w:rPr>
      <w:rFonts w:ascii="Arial" w:hAnsi="Arial"/>
      <w:sz w:val="60"/>
    </w:rPr>
  </w:style>
  <w:style w:type="paragraph" w:customStyle="1" w:styleId="BOVERKETRapportunderrubrik">
    <w:name w:val="BOVERKET_Rapportunderrubrik"/>
    <w:basedOn w:val="Normal"/>
    <w:rsid w:val="004D3905"/>
    <w:pPr>
      <w:spacing w:before="200" w:after="0"/>
      <w:jc w:val="right"/>
    </w:pPr>
    <w:rPr>
      <w:rFonts w:ascii="Arial" w:hAnsi="Arial"/>
      <w:sz w:val="36"/>
    </w:rPr>
  </w:style>
  <w:style w:type="paragraph" w:styleId="TOC3">
    <w:name w:val="toc 3"/>
    <w:basedOn w:val="Normal"/>
    <w:next w:val="Normal"/>
    <w:autoRedefine/>
    <w:uiPriority w:val="39"/>
    <w:unhideWhenUsed/>
    <w:rsid w:val="008D750B"/>
    <w:pPr>
      <w:spacing w:after="0"/>
      <w:ind w:left="567"/>
    </w:pPr>
    <w:rPr>
      <w:rFonts w:ascii="Arial" w:hAnsi="Arial"/>
      <w:noProof/>
      <w:sz w:val="18"/>
    </w:rPr>
  </w:style>
  <w:style w:type="paragraph" w:customStyle="1" w:styleId="BOVERKETInnehllRubrik">
    <w:name w:val="BOVERKET_Innehåll_Rubrik"/>
    <w:basedOn w:val="Heading1"/>
    <w:rsid w:val="00D15C3A"/>
    <w:pPr>
      <w:outlineLvl w:val="9"/>
    </w:pPr>
  </w:style>
  <w:style w:type="paragraph" w:customStyle="1" w:styleId="Tabellhuvud">
    <w:name w:val="Tabellhuvud"/>
    <w:basedOn w:val="Normal"/>
    <w:link w:val="TabellhuvudChar"/>
    <w:uiPriority w:val="3"/>
    <w:qFormat/>
    <w:rsid w:val="001B2CEB"/>
    <w:pPr>
      <w:spacing w:before="40" w:after="20"/>
    </w:pPr>
    <w:rPr>
      <w:rFonts w:ascii="Arial" w:hAnsi="Arial"/>
      <w:b/>
      <w:sz w:val="18"/>
      <w:szCs w:val="20"/>
      <w:lang w:eastAsia="en-US"/>
    </w:rPr>
  </w:style>
  <w:style w:type="paragraph" w:customStyle="1" w:styleId="Tabelltext">
    <w:name w:val="Tabelltext"/>
    <w:basedOn w:val="Normal"/>
    <w:uiPriority w:val="4"/>
    <w:qFormat/>
    <w:rsid w:val="001B2CEB"/>
    <w:pPr>
      <w:spacing w:before="40" w:after="20"/>
    </w:pPr>
    <w:rPr>
      <w:rFonts w:ascii="Arial" w:hAnsi="Arial"/>
      <w:sz w:val="18"/>
      <w:szCs w:val="20"/>
      <w:lang w:eastAsia="en-US"/>
    </w:rPr>
  </w:style>
  <w:style w:type="character" w:customStyle="1" w:styleId="TabellhuvudChar">
    <w:name w:val="Tabellhuvud Char"/>
    <w:basedOn w:val="DefaultParagraphFont"/>
    <w:link w:val="Tabellhuvud"/>
    <w:uiPriority w:val="3"/>
    <w:rsid w:val="001B2CEB"/>
    <w:rPr>
      <w:rFonts w:ascii="Arial" w:eastAsia="Times New Roman" w:hAnsi="Arial" w:cs="Times New Roman"/>
      <w:b/>
      <w:sz w:val="18"/>
      <w:szCs w:val="20"/>
    </w:rPr>
  </w:style>
  <w:style w:type="paragraph" w:customStyle="1" w:styleId="RubriktillTabell">
    <w:name w:val="Rubrik till Tabell"/>
    <w:basedOn w:val="Normal"/>
    <w:uiPriority w:val="5"/>
    <w:qFormat/>
    <w:rsid w:val="006365B5"/>
    <w:pPr>
      <w:spacing w:after="40"/>
    </w:pPr>
    <w:rPr>
      <w:rFonts w:ascii="Arial" w:hAnsi="Arial"/>
      <w:sz w:val="18"/>
    </w:rPr>
  </w:style>
  <w:style w:type="table" w:customStyle="1" w:styleId="GridTable1LightAccent1">
    <w:name w:val="Grid Table 1 Light Accent 1"/>
    <w:basedOn w:val="TableNormal"/>
    <w:uiPriority w:val="46"/>
    <w:rsid w:val="00326011"/>
    <w:tblPr>
      <w:tblStyleRowBandSize w:val="1"/>
      <w:tblStyleColBandSize w:val="1"/>
      <w:tblInd w:w="0" w:type="dxa"/>
      <w:tblBorders>
        <w:top w:val="single" w:sz="4" w:space="0" w:color="F88A9A" w:themeColor="accent1" w:themeTint="66"/>
        <w:left w:val="single" w:sz="4" w:space="0" w:color="F88A9A" w:themeColor="accent1" w:themeTint="66"/>
        <w:bottom w:val="single" w:sz="4" w:space="0" w:color="F88A9A" w:themeColor="accent1" w:themeTint="66"/>
        <w:right w:val="single" w:sz="4" w:space="0" w:color="F88A9A" w:themeColor="accent1" w:themeTint="66"/>
        <w:insideH w:val="single" w:sz="4" w:space="0" w:color="F88A9A" w:themeColor="accent1" w:themeTint="66"/>
        <w:insideV w:val="single" w:sz="4" w:space="0" w:color="F88A9A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516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516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Boverkettabell">
    <w:name w:val="Boverket tabell"/>
    <w:basedOn w:val="TableNormal"/>
    <w:uiPriority w:val="99"/>
    <w:rsid w:val="006365B5"/>
    <w:pPr>
      <w:spacing w:before="20" w:after="40" w:line="288" w:lineRule="auto"/>
    </w:pPr>
    <w:rPr>
      <w:rFonts w:ascii="Arial" w:hAnsi="Arial"/>
      <w:sz w:val="18"/>
    </w:rPr>
    <w:tblPr>
      <w:tblInd w:w="0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rPr>
        <w:b/>
      </w:rPr>
      <w:tblPr/>
      <w:trPr>
        <w:cantSplit/>
        <w:tblHeader/>
      </w:trPr>
      <w:tcPr>
        <w:shd w:val="clear" w:color="auto" w:fill="E2EEF5"/>
      </w:tcPr>
    </w:tblStylePr>
    <w:tblStylePr w:type="firstCol">
      <w:rPr>
        <w:b/>
      </w:rPr>
      <w:tblPr/>
      <w:tcPr>
        <w:shd w:val="clear" w:color="auto" w:fill="E2EEF5"/>
      </w:tcPr>
    </w:tblStylePr>
  </w:style>
  <w:style w:type="table" w:customStyle="1" w:styleId="GridTableLight">
    <w:name w:val="Grid Table Light"/>
    <w:basedOn w:val="TableNormal"/>
    <w:uiPriority w:val="40"/>
    <w:rsid w:val="00326011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uiPriority w:val="99"/>
    <w:semiHidden/>
    <w:unhideWhenUsed/>
    <w:rsid w:val="008512D3"/>
    <w:pPr>
      <w:ind w:left="357" w:hanging="357"/>
      <w:contextualSpacing/>
    </w:pPr>
  </w:style>
  <w:style w:type="paragraph" w:styleId="ListBullet">
    <w:name w:val="List Bullet"/>
    <w:basedOn w:val="Normal"/>
    <w:uiPriority w:val="99"/>
    <w:semiHidden/>
    <w:unhideWhenUsed/>
    <w:rsid w:val="00F30816"/>
    <w:pPr>
      <w:numPr>
        <w:numId w:val="1"/>
      </w:numPr>
      <w:ind w:left="357" w:hanging="357"/>
      <w:contextualSpacing/>
    </w:pPr>
  </w:style>
  <w:style w:type="numbering" w:customStyle="1" w:styleId="PunktlistaBoverket">
    <w:name w:val="Punktlista Boverket"/>
    <w:uiPriority w:val="99"/>
    <w:rsid w:val="00F844A5"/>
    <w:pPr>
      <w:numPr>
        <w:numId w:val="2"/>
      </w:numPr>
    </w:pPr>
  </w:style>
  <w:style w:type="numbering" w:customStyle="1" w:styleId="NumreradListaBoverket">
    <w:name w:val="Numrerad Lista Boverket"/>
    <w:uiPriority w:val="99"/>
    <w:rsid w:val="00F844A5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25E08"/>
    <w:rPr>
      <w:color w:val="808080"/>
    </w:rPr>
  </w:style>
  <w:style w:type="paragraph" w:customStyle="1" w:styleId="Blockcitat">
    <w:name w:val="Blockcitat"/>
    <w:basedOn w:val="Normal"/>
    <w:uiPriority w:val="7"/>
    <w:qFormat/>
    <w:rsid w:val="00F844A5"/>
    <w:pPr>
      <w:ind w:left="397"/>
    </w:pPr>
  </w:style>
  <w:style w:type="paragraph" w:customStyle="1" w:styleId="NottextBoverket">
    <w:name w:val="Nottext Boverket"/>
    <w:basedOn w:val="Normal"/>
    <w:uiPriority w:val="6"/>
    <w:qFormat/>
    <w:rsid w:val="00F844A5"/>
    <w:pPr>
      <w:spacing w:after="0"/>
    </w:pPr>
    <w:rPr>
      <w:sz w:val="18"/>
    </w:rPr>
  </w:style>
  <w:style w:type="paragraph" w:styleId="TOCHeading">
    <w:name w:val="TOC Heading"/>
    <w:basedOn w:val="BOVERKETInnehllRubrik"/>
    <w:next w:val="Normal"/>
    <w:uiPriority w:val="39"/>
    <w:unhideWhenUsed/>
    <w:rsid w:val="008D750B"/>
  </w:style>
  <w:style w:type="paragraph" w:customStyle="1" w:styleId="Bildtext">
    <w:name w:val="Bildtext"/>
    <w:basedOn w:val="Normal"/>
    <w:link w:val="BildtextChar"/>
    <w:uiPriority w:val="8"/>
    <w:qFormat/>
    <w:rsid w:val="00EC53A4"/>
    <w:pPr>
      <w:spacing w:after="0"/>
    </w:pPr>
    <w:rPr>
      <w:rFonts w:ascii="Arial" w:hAnsi="Arial" w:cs="Arial"/>
      <w:sz w:val="18"/>
      <w:szCs w:val="18"/>
    </w:rPr>
  </w:style>
  <w:style w:type="numbering" w:customStyle="1" w:styleId="StrecklistaBoverket">
    <w:name w:val="Strecklista Boverket"/>
    <w:uiPriority w:val="99"/>
    <w:rsid w:val="00F844A5"/>
    <w:pPr>
      <w:numPr>
        <w:numId w:val="19"/>
      </w:numPr>
    </w:pPr>
  </w:style>
  <w:style w:type="character" w:customStyle="1" w:styleId="BildtextChar">
    <w:name w:val="Bildtext Char"/>
    <w:basedOn w:val="DefaultParagraphFont"/>
    <w:link w:val="Bildtext"/>
    <w:uiPriority w:val="8"/>
    <w:rsid w:val="00EC53A4"/>
    <w:rPr>
      <w:rFonts w:ascii="Arial" w:eastAsia="Times New Roman" w:hAnsi="Arial" w:cs="Arial"/>
      <w:sz w:val="18"/>
      <w:szCs w:val="18"/>
      <w:lang w:eastAsia="sv-SE"/>
    </w:rPr>
  </w:style>
  <w:style w:type="paragraph" w:styleId="Caption">
    <w:name w:val="caption"/>
    <w:basedOn w:val="Normal"/>
    <w:next w:val="Normal"/>
    <w:uiPriority w:val="35"/>
    <w:unhideWhenUsed/>
    <w:qFormat/>
    <w:rsid w:val="006365B5"/>
    <w:pPr>
      <w:keepNext/>
      <w:spacing w:after="40"/>
    </w:pPr>
    <w:rPr>
      <w:rFonts w:ascii="Arial" w:hAnsi="Arial"/>
      <w:iCs/>
      <w:sz w:val="18"/>
      <w:szCs w:val="18"/>
    </w:rPr>
  </w:style>
  <w:style w:type="table" w:customStyle="1" w:styleId="BoverketBredTabell">
    <w:name w:val="Boverket Bred Tabell"/>
    <w:basedOn w:val="Boverkettabell"/>
    <w:uiPriority w:val="99"/>
    <w:rsid w:val="00385FEE"/>
    <w:pPr>
      <w:spacing w:before="0"/>
    </w:pPr>
    <w:tblPr>
      <w:tblInd w:w="-1531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rPr>
        <w:b/>
      </w:rPr>
      <w:tblPr/>
      <w:trPr>
        <w:cantSplit/>
        <w:tblHeader/>
      </w:trPr>
      <w:tcPr>
        <w:shd w:val="clear" w:color="auto" w:fill="E2EEF5"/>
      </w:tcPr>
    </w:tblStylePr>
    <w:tblStylePr w:type="firstCol">
      <w:rPr>
        <w:b/>
      </w:rPr>
      <w:tblPr/>
      <w:tcPr>
        <w:shd w:val="clear" w:color="auto" w:fill="E2EEF5"/>
      </w:tcPr>
    </w:tblStylePr>
  </w:style>
  <w:style w:type="paragraph" w:customStyle="1" w:styleId="Rubrik1mednummer">
    <w:name w:val="Rubrik 1 med nummer"/>
    <w:basedOn w:val="Heading1"/>
    <w:uiPriority w:val="10"/>
    <w:rsid w:val="00B80C59"/>
    <w:pPr>
      <w:numPr>
        <w:numId w:val="20"/>
      </w:numPr>
      <w:ind w:left="868" w:hanging="910"/>
    </w:pPr>
    <w:rPr>
      <w:lang w:eastAsia="en-US"/>
    </w:rPr>
  </w:style>
  <w:style w:type="paragraph" w:customStyle="1" w:styleId="Rubrik2mednummer">
    <w:name w:val="Rubrik 2 med nummer"/>
    <w:basedOn w:val="Heading2"/>
    <w:uiPriority w:val="10"/>
    <w:rsid w:val="00B80C59"/>
    <w:pPr>
      <w:numPr>
        <w:ilvl w:val="1"/>
        <w:numId w:val="22"/>
      </w:numPr>
      <w:ind w:left="854" w:hanging="902"/>
    </w:pPr>
  </w:style>
  <w:style w:type="paragraph" w:customStyle="1" w:styleId="Rubrik3mednummer">
    <w:name w:val="Rubrik 3 med nummer"/>
    <w:basedOn w:val="Heading3"/>
    <w:uiPriority w:val="10"/>
    <w:rsid w:val="00B80C59"/>
    <w:pPr>
      <w:numPr>
        <w:ilvl w:val="2"/>
        <w:numId w:val="23"/>
      </w:numPr>
      <w:ind w:left="854" w:hanging="882"/>
    </w:pPr>
  </w:style>
  <w:style w:type="paragraph" w:customStyle="1" w:styleId="Rubrik4mednummer">
    <w:name w:val="Rubrik 4 med nummer"/>
    <w:basedOn w:val="Heading4"/>
    <w:uiPriority w:val="10"/>
    <w:rsid w:val="00B80C59"/>
    <w:pPr>
      <w:numPr>
        <w:ilvl w:val="3"/>
        <w:numId w:val="24"/>
      </w:numPr>
      <w:ind w:left="896" w:hanging="928"/>
    </w:pPr>
  </w:style>
  <w:style w:type="paragraph" w:customStyle="1" w:styleId="Faktaruta">
    <w:name w:val="Faktaruta"/>
    <w:basedOn w:val="Normal"/>
    <w:uiPriority w:val="12"/>
    <w:qFormat/>
    <w:rsid w:val="00815221"/>
    <w:pPr>
      <w:pBdr>
        <w:top w:val="single" w:sz="4" w:space="4" w:color="A6A6A6" w:themeColor="background1" w:themeShade="A6"/>
        <w:left w:val="single" w:sz="4" w:space="4" w:color="A6A6A6" w:themeColor="background1" w:themeShade="A6"/>
        <w:bottom w:val="single" w:sz="4" w:space="4" w:color="A6A6A6" w:themeColor="background1" w:themeShade="A6"/>
        <w:right w:val="single" w:sz="4" w:space="4" w:color="A6A6A6" w:themeColor="background1" w:themeShade="A6"/>
      </w:pBdr>
      <w:shd w:val="clear" w:color="auto" w:fill="E2EEF5" w:themeFill="background2"/>
      <w:spacing w:before="240" w:after="240"/>
    </w:pPr>
  </w:style>
  <w:style w:type="paragraph" w:customStyle="1" w:styleId="Dokumentegenskap">
    <w:name w:val="Dokumentegenskap"/>
    <w:basedOn w:val="Normal"/>
    <w:rsid w:val="00683B8E"/>
    <w:pPr>
      <w:spacing w:after="60"/>
    </w:pPr>
    <w:rPr>
      <w:rFonts w:ascii="Arial" w:hAnsi="Arial"/>
      <w:sz w:val="18"/>
    </w:rPr>
  </w:style>
  <w:style w:type="paragraph" w:customStyle="1" w:styleId="Rubrik-1">
    <w:name w:val="Rubrik-1"/>
    <w:basedOn w:val="Normal"/>
    <w:next w:val="Normal"/>
    <w:semiHidden/>
    <w:rsid w:val="00CE25EF"/>
    <w:pPr>
      <w:keepNext/>
      <w:tabs>
        <w:tab w:val="left" w:pos="5041"/>
      </w:tabs>
      <w:spacing w:after="40"/>
      <w:outlineLvl w:val="0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7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9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7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2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56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439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84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3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2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86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22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82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99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0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78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44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39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5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6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1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75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1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5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59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6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444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83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0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11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90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9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82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16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4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88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96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1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21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07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68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5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5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1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32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4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7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07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2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87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77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08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5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overkets_mallar\3.1.2%20Svara%20p&#229;%20remiss\5%20-%20PM%20till%20yttrande.dotx" TargetMode="External"/></Relationships>
</file>

<file path=word/theme/theme1.xml><?xml version="1.0" encoding="utf-8"?>
<a:theme xmlns:a="http://schemas.openxmlformats.org/drawingml/2006/main" name="Office-tema">
  <a:themeElements>
    <a:clrScheme name="Boverket2020">
      <a:dk1>
        <a:srgbClr val="000000"/>
      </a:dk1>
      <a:lt1>
        <a:sysClr val="window" lastClr="FFFFFF"/>
      </a:lt1>
      <a:dk2>
        <a:srgbClr val="00375B"/>
      </a:dk2>
      <a:lt2>
        <a:srgbClr val="E2EEF5"/>
      </a:lt2>
      <a:accent1>
        <a:srgbClr val="C10B25"/>
      </a:accent1>
      <a:accent2>
        <a:srgbClr val="1E1E1E"/>
      </a:accent2>
      <a:accent3>
        <a:srgbClr val="9BBACC"/>
      </a:accent3>
      <a:accent4>
        <a:srgbClr val="47687D"/>
      </a:accent4>
      <a:accent5>
        <a:srgbClr val="C5BEB0"/>
      </a:accent5>
      <a:accent6>
        <a:srgbClr val="FDC75F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20XX:XX (fylls i av författaren)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D6F504-3728-45C0-A191-A2C0D674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5 - PM till yttrande.dotx</Template>
  <TotalTime>0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Lost column break</vt:lpstr>
      <vt:lpstr>Promemoria</vt:lpstr>
    </vt:vector>
  </TitlesOfParts>
  <Manager/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Lost column break</dc:title>
  <dc:subject/>
  <dc:creator>Zettergren Johanna</dc:creator>
  <cp:keywords/>
  <dc:description/>
  <cp:lastModifiedBy>JLAutoBuild</cp:lastModifiedBy>
  <cp:revision>2</cp:revision>
  <cp:lastPrinted>2020-09-08T13:42:00Z</cp:lastPrinted>
  <dcterms:created xsi:type="dcterms:W3CDTF">2023-03-03T00:28:00Z</dcterms:created>
  <dcterms:modified xsi:type="dcterms:W3CDTF">2023-03-03T00:28:00Z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apportnummer">
    <vt:lpwstr>ÅR:XX (fylls i av författaren)</vt:lpwstr>
  </property>
  <property fmtid="{D5CDD505-2E9C-101B-9397-08002B2CF9AE}" pid="3" name="Namn beslutande">
    <vt:lpwstr>Förnamn Efternamn</vt:lpwstr>
  </property>
  <property fmtid="{D5CDD505-2E9C-101B-9397-08002B2CF9AE}" pid="4" name="Titel beslutande">
    <vt:lpwstr>titel</vt:lpwstr>
  </property>
  <property fmtid="{D5CDD505-2E9C-101B-9397-08002B2CF9AE}" pid="5" name="Namn föredragande">
    <vt:lpwstr>Förnamn Efternamn</vt:lpwstr>
  </property>
  <property fmtid="{D5CDD505-2E9C-101B-9397-08002B2CF9AE}" pid="6" name="Titel föredragande">
    <vt:lpwstr>titel</vt:lpwstr>
  </property>
  <property fmtid="{D5CDD505-2E9C-101B-9397-08002B2CF9AE}" pid="7" name="ContentTypeId">
    <vt:lpwstr>0x0101000C69704D9349EA42AE48364318A3F905</vt:lpwstr>
  </property>
  <property fmtid="{D5CDD505-2E9C-101B-9397-08002B2CF9AE}" pid="8" name="MediaServiceImageTags">
    <vt:lpwstr/>
  </property>
</Properties>
</file>